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804A7E" w:rsidRDefault="002B07A8" w:rsidP="001668C7">
      <w:pPr>
        <w:spacing w:line="14" w:lineRule="auto"/>
        <w:rPr>
          <w:rFonts w:ascii="PT Astra Serif" w:hAnsi="PT Astra Serif"/>
          <w:sz w:val="2"/>
          <w:szCs w:val="2"/>
        </w:rPr>
      </w:pPr>
      <w:r>
        <w:rPr>
          <w:rFonts w:ascii="PT Astra Serif" w:hAnsi="PT Astra Serif"/>
          <w:sz w:val="2"/>
          <w:szCs w:val="2"/>
        </w:rPr>
        <w:t>57842</w:t>
      </w:r>
    </w:p>
    <w:tbl>
      <w:tblPr>
        <w:tblW w:w="146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17"/>
        <w:gridCol w:w="4393"/>
      </w:tblGrid>
      <w:tr w:rsidR="00D31C8D" w:rsidRPr="0035085B" w:rsidTr="00C62747">
        <w:trPr>
          <w:trHeight w:val="2254"/>
        </w:trPr>
        <w:tc>
          <w:tcPr>
            <w:tcW w:w="10217" w:type="dxa"/>
            <w:noWrap/>
            <w:vAlign w:val="bottom"/>
          </w:tcPr>
          <w:p w:rsidR="00D31C8D" w:rsidRPr="0035085B" w:rsidRDefault="00D31C8D" w:rsidP="00E12A6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31C8D" w:rsidRPr="0035085B" w:rsidRDefault="004428D7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ПРИЛОЖЕНИЕ 5</w:t>
            </w: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B705D5">
              <w:rPr>
                <w:rFonts w:ascii="PT Astra Serif" w:hAnsi="PT Astra Serif"/>
                <w:sz w:val="28"/>
                <w:szCs w:val="28"/>
              </w:rPr>
              <w:t>«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Ульяновской области на 202</w:t>
            </w:r>
            <w:r w:rsidR="002515FA">
              <w:rPr>
                <w:rFonts w:ascii="PT Astra Serif" w:hAnsi="PT Astra Serif"/>
                <w:sz w:val="28"/>
                <w:szCs w:val="28"/>
              </w:rPr>
              <w:t>3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  <w:p w:rsidR="00D31C8D" w:rsidRPr="0035085B" w:rsidRDefault="00D31C8D" w:rsidP="002515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35085B">
              <w:rPr>
                <w:rFonts w:ascii="PT Astra Serif" w:hAnsi="PT Astra Serif"/>
                <w:sz w:val="28"/>
                <w:szCs w:val="28"/>
              </w:rPr>
              <w:br/>
              <w:t>202</w:t>
            </w:r>
            <w:r w:rsidR="002515FA">
              <w:rPr>
                <w:rFonts w:ascii="PT Astra Serif" w:hAnsi="PT Astra Serif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2515FA">
              <w:rPr>
                <w:rFonts w:ascii="PT Astra Serif" w:hAnsi="PT Astra Serif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B705D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Pr="0035085B" w:rsidRDefault="00AB0A57" w:rsidP="00AB0A5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областного бюджета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по разделам, подразделам, целевым статьям (государственным программам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и непрограммным направлениям деятельности), группам видов расходов классификации </w:t>
      </w:r>
    </w:p>
    <w:p w:rsidR="00AB0A57" w:rsidRPr="0035085B" w:rsidRDefault="00AB0A57" w:rsidP="00AB0A57">
      <w:pPr>
        <w:jc w:val="center"/>
        <w:rPr>
          <w:rFonts w:ascii="PT Astra Serif" w:hAnsi="PT Astra Serif"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>расходов бюджетов на 202</w:t>
      </w:r>
      <w:r w:rsidR="002515FA">
        <w:rPr>
          <w:rFonts w:ascii="PT Astra Serif" w:hAnsi="PT Astra Serif"/>
          <w:b/>
          <w:bCs/>
          <w:sz w:val="28"/>
          <w:szCs w:val="28"/>
        </w:rPr>
        <w:t>3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2515FA">
        <w:rPr>
          <w:rFonts w:ascii="PT Astra Serif" w:hAnsi="PT Astra Serif"/>
          <w:b/>
          <w:bCs/>
          <w:sz w:val="28"/>
          <w:szCs w:val="28"/>
        </w:rPr>
        <w:t>4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2515FA">
        <w:rPr>
          <w:rFonts w:ascii="PT Astra Serif" w:hAnsi="PT Astra Serif"/>
          <w:b/>
          <w:bCs/>
          <w:sz w:val="28"/>
          <w:szCs w:val="28"/>
        </w:rPr>
        <w:t>5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E12A65" w:rsidRPr="0035085B" w:rsidRDefault="00E12A65" w:rsidP="00E12A65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71"/>
        <w:gridCol w:w="567"/>
        <w:gridCol w:w="1966"/>
        <w:gridCol w:w="1975"/>
        <w:gridCol w:w="1985"/>
      </w:tblGrid>
      <w:tr w:rsidR="00E12A65" w:rsidRPr="0035085B" w:rsidTr="00E12A65">
        <w:trPr>
          <w:trHeight w:val="322"/>
        </w:trPr>
        <w:tc>
          <w:tcPr>
            <w:tcW w:w="5115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  <w:hideMark/>
          </w:tcPr>
          <w:p w:rsidR="00E12A65" w:rsidRPr="0035085B" w:rsidRDefault="00E12A65" w:rsidP="00E12A6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57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4"/>
        <w:gridCol w:w="454"/>
        <w:gridCol w:w="1843"/>
        <w:gridCol w:w="567"/>
        <w:gridCol w:w="2126"/>
        <w:gridCol w:w="2001"/>
        <w:gridCol w:w="1967"/>
      </w:tblGrid>
      <w:tr w:rsidR="00E12A65" w:rsidRPr="0035085B" w:rsidTr="00DA6213">
        <w:trPr>
          <w:trHeight w:val="641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2515F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AB0A57"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2515FA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2515F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202</w:t>
            </w:r>
            <w:r w:rsidR="002515FA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2515F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202</w:t>
            </w:r>
            <w:r w:rsidR="002515FA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"/>
        <w:gridCol w:w="5242"/>
        <w:gridCol w:w="454"/>
        <w:gridCol w:w="454"/>
        <w:gridCol w:w="1841"/>
        <w:gridCol w:w="567"/>
        <w:gridCol w:w="2126"/>
        <w:gridCol w:w="2002"/>
        <w:gridCol w:w="1965"/>
      </w:tblGrid>
      <w:tr w:rsidR="00E12A65" w:rsidRPr="0035085B" w:rsidTr="00DA6213">
        <w:trPr>
          <w:gridBefore w:val="1"/>
          <w:wBefore w:w="16" w:type="dxa"/>
          <w:tblHeader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4089380,79773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5794098,32611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7470884,92704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высшего должнос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лица субъекта Российской Федер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и представительных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353674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353674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Законодательного Собр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301678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226012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226012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158763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158763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158763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Правительства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высших исполн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органов государственной власти субъектов Российской Федерации, мес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администраций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высшего исполнительного органа Ульяновской области и его зам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стители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396756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396756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396756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395008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395008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395008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114086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114086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105208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105208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составл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(изменению) списков кандидатов в присяжные заседатели федеральных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дов общей юрисдикции в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104949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104949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104949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но-телекоммуникационного взаимоде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ствия исполнительных органов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формационного общества и электронного правительства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инфраструктура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результ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онная инфраструктура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D2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 судебных участках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ровых судей формирования и функци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нирования необходимой информационно-технологической и телекоммуникацио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инфраструктуры для организации защищённого межведомственного эле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тронного взаимодействия, приёма иск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вых заявлений, направляемых в эле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тронном виде, и организации участия в заседаниях мировых судов в режиме 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део-конференц-связи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D2 55890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D2 55890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 финансового (финансово-бюджет</w:t>
            </w:r>
            <w:r w:rsidR="00B83C2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) надзора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347716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359340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355894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Счётной палаты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его заместитель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309146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322286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318841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ное, методологическое и программное обеспечение бюджетного процесса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методологическое и программное обеспечение бюджетного процесса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95 0 06 65020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95 0 06 65020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237478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237478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Областное казначейство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124837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124837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124837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110412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99305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выборов и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ферендумов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281061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281061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Члены Избирательной комиссии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выборов депутатов Закон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дательного Собрания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173267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173267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функций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ториальных органов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Правительства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2524941,69773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4464772,22611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6145004,22704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518851,32273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2540249,55111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4151745,92704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Дом прав человека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Агентство социального питания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региональному отделению Общероссийской обществе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организации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юристов России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затрат, связанных с деятельностью Ассоциации по содействию развитию правового просвещения и оказанию 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платной юридической помощи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Совет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осуществлением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ориентированных видов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тельности в целях содействия развитию местного самоуправления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Ульяновской региональной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ганизации Всероссийской общественной организации ветеранов (пенсионеров) войны, труда, Вооружённых Сил и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платной юридической помощи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3717801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3717801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автономной некоммерческой организации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Центр стратегических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следований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Субсидии Автономной некоммерческой организации 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дополнител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профессионального образования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Корпоративный университет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затрат, связанных с решением задач в области образования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областной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Противодействие коррупции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Ассоциации территориальных общественных самоуправлений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областному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делению Всероссийской общественной организации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географическое общество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закупку услуг по установл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кредитного рейтинга Ульяновской области, по организации и обслуживанию выпуска государственных ценных бумаг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организации и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печению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определению перечня должностных лиц органов местного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моуправления, уполномоченных соста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лять протоколы об отдельных админ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стративных правонарушениях, пред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смотренных Кодексом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 об административных правонар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шениях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проведению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 публи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рах государственной поддержки общ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168624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154989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154714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102185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102185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52217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51942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наградах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100000,02273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50000,05111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50000,12704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100000,02273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50000,05111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50000,12704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46273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46273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46273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учреждений, находящихся в ведении Министерства просвещения и воспитания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46273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652561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695284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645498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социального обслуживания и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социального обслуживания и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стемы социальной защиты и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обеспечению антите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рористической защищённости подведо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Внедрение цифровых решений и совр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менных технологий в деятельность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организаций системы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 и социального обслуж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661831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подведомственных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661831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Организации, подведомственные испо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нительному органу Ульяновской области, уполномоченному в сфере социального обслуживания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661831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565775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617912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вольческой (волонтёрской) деятельности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данское общество и государственная национальная политика в Ульяновской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на конкурсной основе финансовой 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держки социально ориентированных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 (проектов), реализуемых социал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 ориентированными некоммерческими организациями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роприятий, направленных на обеспечение развития гражданского общества и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низацию взаимодействия составляющих его элементов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бю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жетам поселений и городских округов Ульяновской области в целях финансов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расходных обязательств, связанных с осуществлением ежемеся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 лицам, осущест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ляющим полномочия сельских старост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витие народов России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этнокул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турного развития народов России,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живающих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экстремизма на национальной и религ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озной почве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Государственно-общественное партнёрство в сфере 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национальной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Социально-культурная адаптация и интеграция ин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странных граждан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464987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487179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Оценка прете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дентов на замещение должностей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гражданской службы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и государственных гражданских служащих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замещению должностей государственной гражданской службы Ульяновской области и муниципальной службы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вание ведения кадрового учёта лиц,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мещающих государственные должности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области, гражданских 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жащих, лиц, замещающих должности, не являющиеся должностями гражданской службы в государственных органах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Внедрение (настройка и содержание)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томатизированной системы управления в целях обеспечения возможности перед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 сведений по вопросам формирования кадрового состава государственной гражданской службы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предоставления профессионального (в том числе дополнительного професси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нального) образования лицам, замеща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щим государственные или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ные должности, должности гражданской службы, должности муниципальной службы в Ульяновской области, работн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кам государственных органов, лицам,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мещающим должности, не являющиеся должностями муниципальной службы в органах местного самоуправления мун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обучению лиц, замещ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ющих государственные должности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государственных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данских служащих (работников)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области, лиц, замещающих выборные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пальные должности, и муниципальных служащих (работников) органов местного самоуправления муниципальных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Повышение имиджа гражданской и муниципальной службы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Губернатора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 и иных государственных органов, в том числе проведение работ по капитал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ному ремонту административных зд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84 0 07 00000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464038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429118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486229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Учреждения по обеспечению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464038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429118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486229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323779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323779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323779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76979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нирование развития территорий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земел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ными участками, расположенными в гр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ницах Ульяновской области, в том числе оплата судебных расходов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проведения комплексных кадастровых работ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пальным образованиям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софинансирования расхо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обязательств, связанных с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цией выполнения комплексных кадастр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вых работ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64038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исполнителя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64038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38322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му государственному бюджетному учр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Центр государственной кадас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ровой оценки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выполнения им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лактике правонарушений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щественности в деятельность по пред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преждению правонарушений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авт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матизированного программного компле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Безопасный город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ским лицам, не являющимся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ственными (муниципальными) учрежд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ниями, в целях финансового обеспечения затрат, связанных с осуществлением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  <w:r w:rsidR="004401D5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направленной на повышение общего уровня общественной безопасн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сти, правопорядка и безопасности среды обитания на территории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но-методическое обеспечение профила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тики правонарушений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тиводействия злоупотреблению наркот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ками и их незаконному обороту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но-правовое обеспечение антинаркотич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деятельности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ризма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Противоде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ствие распространению идеологии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ризма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титеррористической защищённости мест массового пребывания людей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86 4 02 00000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86 4 02 00000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71642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71642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71642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областных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государственных архивов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направленных на осуществление пер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хранению, компле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тованию, учёту и использованию архи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документов, относящихся к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собственности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 и находящихся на территориях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и городских окр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гов Ульяновской области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641248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Снижение администр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тивных барьеров, оптимизация и пов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шение качества предоставления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услуг исполнительными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 Ульяновской области и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услуг органами местного сам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образований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информационного общества и эле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602097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589544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622824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многофункциональных центров пред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ставления государственных и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услуг и обновление их матер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ально-технической базы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кущей деятельности подведомственных учреждений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569984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598822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514737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514737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83970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функционирования инфраструктуры электронного правительства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Цифровое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ственное управление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Цифровое государственное управление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D6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153F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возможности доступа пол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зователей в модели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одного окна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средством единого портала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услуг (фун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ций) к информации, </w:t>
            </w:r>
            <w:r w:rsidR="00153FC6">
              <w:rPr>
                <w:rFonts w:ascii="PT Astra Serif" w:hAnsi="PT Astra Serif"/>
                <w:color w:val="000000"/>
                <w:sz w:val="28"/>
                <w:szCs w:val="28"/>
              </w:rPr>
              <w:t>представленной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ганами государственной власти,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местного самоуправления и органами государственных внебюджетных фондов, а также к иной общедоступной информ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D6 80340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D6 80340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информирования граждан и популяризация цифровых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и муниципальных услуг, а также функций и сервисов, с ними связанных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D6 80350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D6 80350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межв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домственного электронного взаимоде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ствия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D6 80360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D6 80360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ступности информационных и телеко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муникационных технологий для физич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ских и юридических лиц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общества и электронного правительства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субсидии Фонду развития информацио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технологий Ульяновской области в целях финансового обеспечения затрат, связанных с реализацией мероприятий, направленных на повышение уровня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ступности информационных и телеко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муникационных технологий для физич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ских и юридических лиц в Ульяновской области, а также финансового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затрат, связанных с осуществлением им уставной деятельности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Автономной некомме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дополнительного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с осуществлением её уставной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но-телекоммуникационного взаимоде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ствия исполнительных органов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формационного общества и электронного правительства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сетей передачи данных и обновление программного обеспечения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безопасность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жение целей, показателей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безопасность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D4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информационной безопа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 с использованием криптографич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ских технологий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D4 80370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3 D4 80370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Внедрение результатов космической деятельности и создание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гиональной инфраструктуры простра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данных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общества и электронного правител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техническое обеспечение функционир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вания геоинформационной системы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опортал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96 4 01 00000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23311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Мобилизационная и вневойсковая подг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безопасность и прав</w:t>
            </w: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989971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960340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1000290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Сервис-ЗАГС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Осуществление переданных органам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1 статьи 4 Федерального закона от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15 ноября 1997 года № 143-ФЗ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актах гражданского состояния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на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ную регистрацию актов гражданского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стояния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70347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47650,45884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11865,80116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Снижение рисков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смягчение последствий чрезвычайных ситуаций природного и техногенного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характера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вопорядка и безопасности жизнедеятел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Освежение зап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средств индивидуальной защиты для гражданской обороны в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Защита населения и территории от чре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вычайных ситуаций природного и техн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генного характера, пожарная безопа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910648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881619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921569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910648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881619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921569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рактера на территории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вопорядка и безопасности жизнедеятел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910648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881619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921569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Участие в созд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нии региональных элементов комплек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системы информирования и опов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щения населения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плексной системы экстренного оповещ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населения на территории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региональной автомат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зированной системы централизованного оповещения населения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ториального страхового фонда докуме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тации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Служба гражданской защиты и пожа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безопасности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881619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921569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848690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848690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848690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жарных частей противопожарной службы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обеспечения вызова экстренных оп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ративных служб по единому номеру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86 3 08 00000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финансового обеспечения затрат, связа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ных с созданием системы обеспечения вызова экстренных оперативных служб по единому номеру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развитие трудовых ресурсов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Оказание содействия добровольному переселению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скую область соотечественников, прож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вающих за рубежом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Привлечение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жом, на постоянное место жительства в Ульяновскую область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сопровождение реал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зации мероприятий, предусмотренных региональной программой переселения, включённой в Государственную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грамму по оказанию содействия добр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вольному переселению в Российскую Федерацию соотечественников, прож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вающих за рубежом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предусмотре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региональной программой пересел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ния, включённой в Государственную программу по оказанию содействия до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ровольному переселению в Российскую Федерацию соотечественников, прож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вающих за рубежом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мочий по составлению протоколов об административных правонарушениях, посягающих на общественный порядок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общественную безопасность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19127395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14059558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13332832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,595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344258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315530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315530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развитие трудовых ресурсов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188839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188839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бочем месте, развитие социального пар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реализ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 прав граждан на труд и социальную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от 19 апреля 1991 года № 1032-I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федерал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P2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Повышение эффективности службы зан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P2 52910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P2 52910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Содействие занятости населения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развитие трудовых ресурсов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204384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204384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нительному органу Ульяновской области, уполномоченному в сфере занятости населения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204384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169953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169953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ятного инвестиционного климата 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C81EB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852414" w:rsidRDefault="005D0C30" w:rsidP="00C07669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24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</w:t>
            </w:r>
            <w:r w:rsidR="00C0766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исполнительных </w:t>
            </w:r>
            <w:r w:rsidRPr="00852414">
              <w:rPr>
                <w:rFonts w:ascii="PT Astra Serif" w:hAnsi="PT Astra Serif"/>
                <w:color w:val="000000"/>
                <w:sz w:val="28"/>
                <w:szCs w:val="28"/>
              </w:rPr>
              <w:t>органов Ульяновской области статистической информацией</w:t>
            </w:r>
          </w:p>
        </w:tc>
        <w:tc>
          <w:tcPr>
            <w:tcW w:w="454" w:type="dxa"/>
            <w:shd w:val="clear" w:color="auto" w:fill="auto"/>
          </w:tcPr>
          <w:p w:rsidR="00D85560" w:rsidRPr="00852414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24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852414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241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852414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2414">
              <w:rPr>
                <w:rFonts w:ascii="PT Astra Serif" w:hAnsi="PT Astra Serif"/>
                <w:color w:val="000000"/>
                <w:sz w:val="28"/>
                <w:szCs w:val="28"/>
              </w:rPr>
              <w:t>90 6 01 62420</w:t>
            </w:r>
          </w:p>
        </w:tc>
        <w:tc>
          <w:tcPr>
            <w:tcW w:w="567" w:type="dxa"/>
            <w:shd w:val="clear" w:color="auto" w:fill="auto"/>
          </w:tcPr>
          <w:p w:rsidR="00D85560" w:rsidRPr="00852414" w:rsidRDefault="00D85560" w:rsidP="00C81EB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24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852414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24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8524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852414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24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8524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24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8524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C81EB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90 6 01 62420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C81EB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C81EB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C81EB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C81EB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C81EB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C81EB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C81EB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46F8A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300E">
            <w:pPr>
              <w:spacing w:line="24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исполнителя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92 4 01 00000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300E">
            <w:pPr>
              <w:spacing w:line="24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300E">
            <w:pPr>
              <w:spacing w:line="24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300E">
            <w:pPr>
              <w:spacing w:line="24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300E">
            <w:pPr>
              <w:spacing w:line="24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300E">
            <w:pPr>
              <w:spacing w:line="24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5747158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2967720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2918306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300E">
            <w:pPr>
              <w:spacing w:line="24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300E">
            <w:pPr>
              <w:spacing w:line="24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300E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635A9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области, связанных с организ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при осуществлении деятельности по обращению с животн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ми без владельцев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5476713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2662119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2668619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зяйства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промышленного комплекса, сельских территорий и регулирование рынков сельскохозяйственной продукции, сырья и продовольствия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4463840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1432915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1439415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дельных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подотраслей растениеводства и животноводства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766810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749721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756221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и рыбоводства, включая переработку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продукции рыбоводства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381078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362126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368283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381078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362126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368283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приобретением семян питомников втор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и (или) третьего года размножения зерновых и (или) зернобобовых сельск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хозяйственных культур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производством овощей на защищённом и (или) открытом грунте и (или) товарного картофеля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Оказание несвязанной поддержки 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товаропроизводит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лям в области растениеводства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(финансового обеспечения) части их затрат, связанных с развитием свиноводства, птицеводства и скотово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Поддержка сельскохозяйственного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отдельным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подотраслям растениеводства и животноводства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302571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(финансового обеспечения) части их затрат, связанных с проведением комплекса агротехнологических работ, повышением уровня экологической 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опасности сельскохозяйственного прои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водства, а также повышением плодор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и качества почв посевных площадей, занятых зерновыми, зернобобовыми, масличными (за исключением рапса и сои), кормовыми сельскохозяйственными культурами, а также картофелем и ово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ными культурами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открытого грунта)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115569,46324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115569,46324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115569,46324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115569,46324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84907,59324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84907,59324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собственным производством коровьего и (или) козьего молока)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(финансового обеспечения) части их затрат, связанных с развитием племенного животноводства)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по договорам сельскохозяйственного страхования в области растениеводства)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по договорам сельскохозяйственного страхования в области животноводства и товарной аквакультуры (товарного рыб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водства)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R5086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01 R5086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приоритетных подотраслей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ропромышленного комплекса и развитие малых форм хозяйствования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3487030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некоммерческой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зации гранта в форме субсидии в целях финансового обеспечения её затрат,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проекта по инфо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мационно-консультационному сопр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вождению развития садоводства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93 1 02 46090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93 1 02 46090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3058676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3058676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развития потребительских обществ, сельскохозяйственных потреб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тельских кооперативов, садоводческих и огороднических некоммерческих тов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риществ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R3410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R3410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C697B" w:rsidRPr="00BA5F32" w:rsidRDefault="00FC697B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5F32">
              <w:rPr>
                <w:rFonts w:ascii="PT Astra Serif" w:hAnsi="PT Astra Serif"/>
                <w:color w:val="000000"/>
                <w:sz w:val="28"/>
                <w:szCs w:val="28"/>
              </w:rPr>
              <w:t>Субсидии</w:t>
            </w:r>
            <w:r w:rsidR="00D85560" w:rsidRPr="00BA5F3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</w:t>
            </w:r>
            <w:r w:rsidRPr="00BA5F32">
              <w:rPr>
                <w:rFonts w:ascii="PT Astra Serif" w:hAnsi="PT Astra Serif"/>
                <w:color w:val="000000"/>
                <w:sz w:val="28"/>
                <w:szCs w:val="28"/>
              </w:rPr>
              <w:t>финансового обесп</w:t>
            </w:r>
            <w:r w:rsidRPr="00BA5F3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5F32">
              <w:rPr>
                <w:rFonts w:ascii="PT Astra Serif" w:hAnsi="PT Astra Serif"/>
                <w:color w:val="000000"/>
                <w:sz w:val="28"/>
                <w:szCs w:val="28"/>
              </w:rPr>
              <w:t>чения возмещения</w:t>
            </w:r>
            <w:r w:rsidR="00D85560" w:rsidRPr="00BA5F3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производителям зе</w:t>
            </w:r>
            <w:r w:rsidR="00D85560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D85560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новых культур части затрат на произво</w:t>
            </w:r>
            <w:r w:rsidR="00D85560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="00D85560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ство и реализацию зерновых культур</w:t>
            </w:r>
            <w:r w:rsidR="006517C2" w:rsidRPr="00BA5F3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(предоставление производителям зерн</w:t>
            </w:r>
            <w:r w:rsidR="006517C2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6517C2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вых культур субсидий в целях возмещ</w:t>
            </w:r>
            <w:r w:rsidR="006517C2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6517C2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ния части их затрат, связанных с прои</w:t>
            </w:r>
            <w:r w:rsidR="006517C2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6517C2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водством и реализацией зерновых кул</w:t>
            </w:r>
            <w:r w:rsidR="006517C2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6517C2" w:rsidRPr="00BA5F32">
              <w:rPr>
                <w:rFonts w:ascii="PT Astra Serif" w:hAnsi="PT Astra Serif"/>
                <w:color w:val="000000"/>
                <w:sz w:val="28"/>
                <w:szCs w:val="28"/>
              </w:rPr>
              <w:t>тур)</w:t>
            </w:r>
          </w:p>
        </w:tc>
        <w:tc>
          <w:tcPr>
            <w:tcW w:w="454" w:type="dxa"/>
            <w:shd w:val="clear" w:color="auto" w:fill="auto"/>
          </w:tcPr>
          <w:p w:rsidR="00D85560" w:rsidRPr="00BA5F32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5F3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BA5F32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5F3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BA5F32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5F32">
              <w:rPr>
                <w:rFonts w:ascii="PT Astra Serif" w:hAnsi="PT Astra Serif"/>
                <w:color w:val="000000"/>
                <w:sz w:val="28"/>
                <w:szCs w:val="28"/>
              </w:rPr>
              <w:t>93 1 02 R3680</w:t>
            </w:r>
          </w:p>
        </w:tc>
        <w:tc>
          <w:tcPr>
            <w:tcW w:w="567" w:type="dxa"/>
            <w:shd w:val="clear" w:color="auto" w:fill="auto"/>
          </w:tcPr>
          <w:p w:rsidR="00D85560" w:rsidRPr="00BA5F32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5F3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BA5F32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5F3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148601</w:t>
            </w:r>
            <w:r w:rsidR="00490760" w:rsidRPr="00BA5F3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BA5F32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5F3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181311</w:t>
            </w:r>
            <w:r w:rsidR="00490760" w:rsidRPr="00BA5F3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5F3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181311</w:t>
            </w:r>
            <w:r w:rsidR="00490760" w:rsidRPr="00BA5F3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R3680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148601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R5020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248753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295272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295272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ствования (предоставление производит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 субсидий в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с обеспечением прироста произво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 молока)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BB6BE2" w:rsidRDefault="00FC697B" w:rsidP="0044108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B6BE2">
              <w:rPr>
                <w:rFonts w:ascii="PT Astra Serif" w:hAnsi="PT Astra Serif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м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плекса и развитие малых форм хозя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й</w:t>
            </w:r>
            <w:r w:rsidRPr="00BB6BE2">
              <w:rPr>
                <w:rFonts w:ascii="PT Astra Serif" w:hAnsi="PT Astra Serif"/>
                <w:sz w:val="28"/>
                <w:szCs w:val="28"/>
              </w:rPr>
              <w:t>ствования (предоставление производит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е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и</w:t>
            </w:r>
            <w:r w:rsidRPr="00BB6BE2">
              <w:rPr>
                <w:rFonts w:ascii="PT Astra Serif" w:hAnsi="PT Astra Serif"/>
                <w:sz w:val="28"/>
                <w:szCs w:val="28"/>
              </w:rPr>
              <w:t>ципальных учреждений) субсидий в ц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е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лях возмещения части их затрат, связа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н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ных с закладкой и (или) уходом за мн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о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голетними насаждениями (до вступления в период товарного плодоношения), включая питомники, за исключением з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а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кладки и ухода за виноградниками, в том числе с установкой шпалеры и (или</w:t>
            </w:r>
            <w:proofErr w:type="gramEnd"/>
            <w:r w:rsidRPr="00BB6BE2">
              <w:rPr>
                <w:rFonts w:ascii="PT Astra Serif" w:hAnsi="PT Astra Serif"/>
                <w:sz w:val="28"/>
                <w:szCs w:val="28"/>
              </w:rPr>
              <w:t>) пр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о</w:t>
            </w:r>
            <w:r w:rsidRPr="00BB6BE2">
              <w:rPr>
                <w:rFonts w:ascii="PT Astra Serif" w:hAnsi="PT Astra Serif"/>
                <w:sz w:val="28"/>
                <w:szCs w:val="28"/>
              </w:rPr>
              <w:t>тивоградовой сетки (включая стоимость шпалеры и (или) стоимость противогр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а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довой сетки) и (или) раскорчёвкой в</w:t>
            </w:r>
            <w:r w:rsidRPr="00BB6BE2">
              <w:rPr>
                <w:rFonts w:ascii="PT Astra Serif" w:hAnsi="PT Astra Serif"/>
                <w:sz w:val="28"/>
                <w:szCs w:val="28"/>
              </w:rPr>
              <w:t>ы</w:t>
            </w:r>
            <w:r w:rsidRPr="00BB6BE2">
              <w:rPr>
                <w:rFonts w:ascii="PT Astra Serif" w:hAnsi="PT Astra Serif"/>
                <w:sz w:val="28"/>
                <w:szCs w:val="28"/>
              </w:rPr>
              <w:t>бывших из эксплуатации многолетних насаждений в возрасте 20 лет и более начиная с года закладки)</w:t>
            </w:r>
          </w:p>
        </w:tc>
        <w:tc>
          <w:tcPr>
            <w:tcW w:w="454" w:type="dxa"/>
            <w:shd w:val="clear" w:color="auto" w:fill="auto"/>
          </w:tcPr>
          <w:p w:rsidR="00D85560" w:rsidRPr="00BB6BE2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B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BB6BE2" w:rsidRDefault="00D85560" w:rsidP="0044108D">
            <w:pPr>
              <w:spacing w:line="24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BE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BB6BE2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BE2">
              <w:rPr>
                <w:rFonts w:ascii="PT Astra Serif" w:hAnsi="PT Astra Serif"/>
                <w:color w:val="000000"/>
                <w:sz w:val="28"/>
                <w:szCs w:val="28"/>
              </w:rPr>
              <w:t>93 1 02 R5023</w:t>
            </w:r>
          </w:p>
        </w:tc>
        <w:tc>
          <w:tcPr>
            <w:tcW w:w="567" w:type="dxa"/>
            <w:shd w:val="clear" w:color="auto" w:fill="auto"/>
          </w:tcPr>
          <w:p w:rsidR="00D85560" w:rsidRPr="00BB6BE2" w:rsidRDefault="00D85560" w:rsidP="0044108D">
            <w:pPr>
              <w:spacing w:line="24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B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BB6BE2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B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BB6B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BB6BE2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B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BB6B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4108D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B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BB6B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R5023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главам кр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стьянских (фермерских) хозяй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 гр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антов в форме субсидий из областного бюджета Ульяновской области в целях финансов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их затрат, связанных с развитием семейных ферм на базе кр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стьянских (фермерских) хозяйств)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F03D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сельскохозя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кооперативам грантов в форме субсидий из областного бюджета Ульяновской области в целях финансового обеспечения их затрат в связи с развитием их материально-технической базы)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F03DF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F03DF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3F03D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3F03DF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F03D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F03D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F03D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общих условий функционирования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раслей агропромышленного комплекса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образовательным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низациям высшего образования, наход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щимся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сти, грантов в форме субсидий в целях финансового обеспечения их затрат,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проекта по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зации деятельности научно-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образова</w:t>
            </w:r>
            <w:proofErr w:type="spellEnd"/>
            <w:r w:rsidR="00B83C2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тельного кластера в агропромышленном комплексе на территории Ульяновской области, а также некоммерческим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низациям, находящимся на территории Ульяновской области, грантов в форме субсидий в целях финансового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их затрат, связанных с реализацией проекта по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увеличению объёма реализ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ванной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 продукции агропромышленного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плекса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нием транспортных средств, машин и оборудования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нием транспортных средств, машин и оборудования (уплата лизинговых пл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тежей)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93 1 03 46422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93 1 03 46422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93 1 03 46430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93 1 03 46430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ции, сырья и продовольствия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комфортного проживания в 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местности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жилых помещений на сельских территориях, предоставляемых гражданам по договору найма жилого помещения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93 2 01 46080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D855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D85560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93 2 01 46080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D85560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D855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Реги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нальный центр поддержки и сопровожд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предпринимательства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затрат, связанных с обеспечением деятельности центра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вития торговли Ульяновской области, направленной на поддержку хозяйств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ющих субъектов, осуществляющих то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говую деятельность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 зн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чимые мероприятия в сфере развития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C697B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мелиорации земель сельскохозяйственного назнач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эффективное вовлечение в оборот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земель сельскохозяйственного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назна</w:t>
            </w:r>
            <w:r w:rsidR="00BF54DD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чения</w:t>
            </w:r>
            <w:proofErr w:type="spellEnd"/>
            <w:proofErr w:type="gramEnd"/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</w:t>
            </w:r>
            <w:r w:rsidR="00BF54DD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промышленного комплекса, сельских территорий и регулирование рынков сельскохозяйственной продукции, сырья и продовольствия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772800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931786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931786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C697B" w:rsidRPr="00D85560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Предотвращение выбытия из сельскохозяйственного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рота земель сельскохозяйственного назначения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98914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98914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C697B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эффективного 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влечения в оборот земель сельскохозя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назначения 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93 3 01 46100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C697B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93 3 01 46100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C697B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почвенного обследования земель сельскохозяйственного назнач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C697B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FC697B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Проведение гидромелиоративных, кул</w:t>
            </w:r>
            <w:r w:rsidRPr="00726316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ь</w:t>
            </w:r>
            <w:r w:rsidRPr="00726316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туртехнических, агролесомелиоративных и фитомелиоративных мероприятий, а также мероприятий в области известк</w:t>
            </w:r>
            <w:r w:rsidRPr="00726316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о</w:t>
            </w:r>
            <w:r w:rsidRPr="00726316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lastRenderedPageBreak/>
              <w:t>вания кислых почв на пашне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R5980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91460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91414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91414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гидромелиоративных, кул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туртехнических, агролесомелиоративных и фитомелиоративных мероприятий, а также мероприятий в области известк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(предоста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ление сельскохозяйственным товаропр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изводителям субсидий в целях возмещ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ния части их затрат, связанных с пров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дением культуртехнических мероприятий на выбывших сельскохозяйственных уг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дьях, вовлекаемых в сельскохозяйстве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ный оборот)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R5981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15497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R5981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15497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гидромелиоративных, кул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туртехнических, агролесомелиоративных и фитомелиоративных мероприятий, </w:t>
            </w:r>
            <w:r w:rsidR="00BF54DD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 также мероприятий в области известк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(предоста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ление сельскохозяйственным товаропр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изводителям субсидий в целях возмещ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ния части их затрат, связанных с пров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дением мероприятий в области известк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пашне)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R5982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22962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23448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23448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R5982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22962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23448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23448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гидромелиоративных, кул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туртехнических, агролесомелиоративных 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фитомелиоративных мероприятий, а также мероприятий в области известк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за счёт средств областного бюджета Ульяно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сверх установленного уро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ня софинансирования (предоставление сельскохозяйственным товаропроизвод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телям субсидий в целях возмещения ч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сти их затрат, связанных с проведением культуртехнических мероприятий на 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бывших сельскохозяйственных угодьях, вовлекаемых в сельскохозяйственный оборот)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Z5981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Z5981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гидромелиоративных, кул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туртехнических, агролесомелиоративных и фитомелиоративных мероприятий, </w:t>
            </w:r>
            <w:r w:rsidR="00865FA5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 также мероприятий в области </w:t>
            </w:r>
            <w:r w:rsidR="00865FA5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известкования кислых почв на пашне </w:t>
            </w:r>
            <w:r w:rsidR="00865FA5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 счёт средств областного бюджета </w:t>
            </w:r>
            <w:r w:rsidR="00865FA5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сверх установле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ного уровня софинансирования (пред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ставление сельскохозяйственным товар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производителям субсидий в целях </w:t>
            </w:r>
            <w:r w:rsidR="00865FA5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возмещения части их затрат, связанных </w:t>
            </w:r>
            <w:r w:rsidR="00865FA5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 проведением мероприятий в области известкования кислых почв на пашне)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Z5982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25313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25313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01 Z5982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25313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25313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806E3B">
        <w:tc>
          <w:tcPr>
            <w:tcW w:w="5258" w:type="dxa"/>
            <w:gridSpan w:val="2"/>
            <w:shd w:val="clear" w:color="auto" w:fill="auto"/>
            <w:vAlign w:val="center"/>
          </w:tcPr>
          <w:p w:rsidR="00806E3B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агропромышленного комплекса </w:t>
            </w:r>
            <w:r w:rsidR="003D7162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продукции агропромышленного ко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плекса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T2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673840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832871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832871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</w:tr>
      <w:tr w:rsidR="00D85560" w:rsidRPr="00726316" w:rsidTr="00806E3B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в области мел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орации земель сельскохозяйственного назначения (предоставление сельскох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зяйственным товаропроизводителям су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сидий в целях возмещения части их з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проведением гидром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лиоративных мероприятий)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673840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832871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832871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</w:tr>
      <w:tr w:rsidR="00D85560" w:rsidRPr="00726316" w:rsidTr="00806E3B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673840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832871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832871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плекса, сельских территорий и регулир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сельскохозяйственной пр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дукции, сырья и продовольствия в Уль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93 4 00 00000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102670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112009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112009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Содержание </w:t>
            </w:r>
            <w:r w:rsidR="006B454D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аппарата Министерства агропромышле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комплекса и развития сельских те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риторий Ульяновской области и подв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домственных Министерству учрежд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93 4 01 00000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98420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107759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107759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подведомственным бюджетным (автономным) учреждениям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36898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38533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38533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36898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38533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38533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50345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52474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52474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16665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16665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ектов малого и среднего предприним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тельства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I5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8939A3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I5 54800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8939A3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ставление подведомственным бюдже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ным (автономным) учреждениям субс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дий </w:t>
            </w:r>
            <w:r w:rsidR="00C97312"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целях 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финансово</w:t>
            </w:r>
            <w:r w:rsidR="00C97312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обеспечени</w:t>
            </w:r>
            <w:r w:rsidR="00C97312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выполнения государственного задания и на иные цели)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I5 54803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8939A3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I5 54803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8939A3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достижения дополнительных результатов регионального проекта (предоставление подведомственным бюджетным (авт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номным) учреждениям субсидий </w:t>
            </w:r>
            <w:r w:rsidR="00C97312"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целях 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финансово</w:t>
            </w:r>
            <w:r w:rsidR="00C97312"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</w:t>
            </w:r>
            <w:r w:rsidR="00C97312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выполнения государственного задания и на иные ц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ли)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I5 Д4803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8939A3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4 I5 Д4803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8939A3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сельской к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операции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промышленного комплекса, сельских территорий и регулирование рынков сельскохозяйственной продукции, сырья и продовольствия в Ульяновской обл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131594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182208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182208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8939A3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Развитие 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дельных направлений сельской коопер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10460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8939A3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сельскохозя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кооперативам и потребительским обществам в целях возмещения части затрат в связи с ос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закупок молока у отдел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граждан, ведущих личное подсобное хозяйство, а также приобрет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ния в целях обеспечения деятельности отдельных категорий граждан, ведущих личное подсобное хозяйство, поголовья крупного рогатого скота и (или) мини-теплиц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10460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8939A3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8939A3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10460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8939A3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ектов малого и среднего предприним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I5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121134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172208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172208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I5 54800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121134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172208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172208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ставление грантов в форме субсидий гл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вам крестьянских (фермерских) хозяйств в целях финансового обеспечения части их затрат на реализацию проекта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Агр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стартап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I5 54801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I5 54801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сельскохозяйстве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ным потребительским кооперативам в целях возмещения части их затрат, св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занных с их развитием)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I5 54802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93 5 I5 54802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gramStart"/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6B454D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ственной ветеринарной службы Росси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на территории Ульяно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267445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302600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246687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противоэпизоотических м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роприятий и мероприятий, направленных на обеспечение безопасности пищевой продукции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29274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29274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9772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агропромышленного комплекса </w:t>
            </w:r>
            <w:r w:rsidR="003D7162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продукции агропромышленного ко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плекса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0 T2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59704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аккредит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ции ветеринарных лабораторий в наци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нальной системе аккредитации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59704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59704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r w:rsidR="008158AF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Государственной ветеринарной службы Российской Федерации на территории Ульяновской области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238171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233123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233123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учреждений ветеринарии</w:t>
            </w:r>
            <w:r w:rsidR="00B705D5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238171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233123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233123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учреждениям, подведо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ственным Агентству ветеринарии Уль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области, субсидий </w:t>
            </w:r>
            <w:r w:rsidR="00C97312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в целях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8939A3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финансово</w:t>
            </w:r>
            <w:r w:rsidR="00C97312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обеспечени</w:t>
            </w:r>
            <w:r w:rsidR="00C97312"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выполнения государственного задания и на иные </w:t>
            </w:r>
            <w:r w:rsidR="008939A3" w:rsidRPr="0072631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цели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217595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212595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212595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726316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217595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212595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212595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26316" w:rsidRDefault="00D85560" w:rsidP="00BF54DD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D85560" w:rsidRPr="00726316" w:rsidRDefault="00D85560" w:rsidP="00BF54DD">
            <w:pPr>
              <w:spacing w:line="257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20576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26316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20528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BF54DD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20528</w:t>
            </w:r>
            <w:r w:rsidR="00490760" w:rsidRPr="007263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BF54DD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BF54DD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BF54DD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BF54DD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водохозя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ственного комплекса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 окружающей среды и восстановление природных ресурсов в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Восстановление и экологическая реабилитация водных объектов (природоохранные меропри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тия)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Разработка проектной документации на капитальный ремонт, консервацию и ликвидацию гидротехнических сооруж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88 2 03 48280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88 2 03 48280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софинансирования расходных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выполнением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 по благоустройству родников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области, используемых населением в качестве источников пить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вого водоснабжения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Уплата земел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налога и внесение платы по согл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шениям об установлении сервитутов в отношении земельных участков, предн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значенных для размещения гидротехн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ческих сооружений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Уплата земельного налога в отношении земельных участков, предназначенных для размещения гидротехнических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88 2 06 48160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88 2 06 48160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Внесение платы по соглашениям об уст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новлении сервитутов в отношении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мельных участков, предназначенных для размещения гидротехнических сооруж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88 2 06 48170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88 2 06 48170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264339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289660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264339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289660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сурсов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32641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и защита лесов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мероприятий по проектир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ванию лесных участков на землях лесн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фонда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автомобилей для патрул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рования лесов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88 3 01 48210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88 3 01 48210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пользования лесов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B83C2E" w:rsidRDefault="00D85560" w:rsidP="00F051DE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Разработка документации по проектир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ванию изменений границ лесопарков, ра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работка и внесение изменений в лесной </w:t>
            </w:r>
            <w:proofErr w:type="gramStart"/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план</w:t>
            </w:r>
            <w:proofErr w:type="gramEnd"/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и лесохозяйственные регламенты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88 3 02 48250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88 3 02 48250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ствующим субъектам, осуществляющим деятельность в сфере лесопромышленн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комплекса, в целях возмещения части их затрат, связанных с приобретением лесохозяйственной техники и (или)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рудования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88 3 02 48260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88 3 02 48260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9369B8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лесов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лесов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G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9369B8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Увеличение площади лесовосстановл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G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 54290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9369B8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G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 54290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9369B8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Оснащение специализированных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учр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ждений органов государственной власти субъектов Российской Федерации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лес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G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 54320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9369B8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G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 54320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становление природных ресурсов в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257541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парата Министерства природных ресу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и экологии Ульяновской области и подведомственных Министерству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родных ресурсов и экологии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учреждений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257541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23528,46422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23528,46422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24051,36422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1904,22578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1904,22578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1904,22578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88 4 01 51290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Министерства природных ресурсов и экологии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41751,15421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41751,15421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41751,15421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2225,28579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3636,88579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3636,88579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областных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казённых учреждений в сфере лесн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хозяйства, находящихся в ведении Министерства природных ресурсов и экологии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116331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116331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99562,64579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99562,64579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99562,64579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14489,04403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16693,14385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16693,14385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86,07018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76,07036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76,07036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осуществление мер пожа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безопасности и тушение лесных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жаров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88 4 01 53450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88 4 01 53450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Транспорт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406402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367139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389965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406402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367139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389965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стемы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406402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367139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389965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развитие пассажирских перевозок автомобильным транспортом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автобусов (в том числе внесение первоначального взноса и опл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 платежей по договору лизинга) и ввод их в эксплуатацию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ским лицам, индивидуальным предпр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нимателям в целях возмещения затрат в связи с выполнением перевозок пассаж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ров автомобильным транспортом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F03D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Оплата юридическим лицам, индивид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альным предпринимателям, с которыми заключён государственный контракт,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бот (услуг), связанных с осуществлением регулярных перевозок пассажиров и 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гажа автомобильным транспортом по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гулируемым тарифам, в соответствии с требованиями, установленными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</w:t>
            </w:r>
            <w:r w:rsidR="001F50D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ственным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заказчиком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(городских окр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гов) Ульяновской области в целях соф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расходных обязательств, связанных с организацией регулярных перевозок пассажиров и багажа автом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регулируемым тарифам по муниципальным маршрутам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59851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59851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развитие пассажирских перевозок железнодорожным транспо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том общего пользования в пригородном сообщении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юридическим лицам в целях возмещения недополученных доходов, связанных с перевозкой пассажиров 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лезнодорожным транспортом общего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пользования в пригородном сообщении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соотве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ствии с соглашением о компенсации убытков, возникших в результате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</w:t>
            </w:r>
            <w:proofErr w:type="spellEnd"/>
            <w:r w:rsidR="001F50D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регулирования тарифов на перевозки пассажиров железнодорожным транспортом в пригородном сообщении в 2011-2014 годах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92 2 02 42360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92 2 02 42360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развитие пассажирских перевозок воздушным транспортом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циям воздушного транспорта в целях возмещения затрат в связи с выполнен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ем внутренних региональных перевозок пассажиров воздушным транспортом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развитие экологически чистого транспорта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224045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A2047F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A2047F" w:rsidRDefault="003718DF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18D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мероприятий, направленных </w:t>
            </w:r>
            <w:r w:rsidR="005D0C30" w:rsidRPr="00A2047F">
              <w:rPr>
                <w:rFonts w:ascii="PT Astra Serif" w:hAnsi="PT Astra Serif"/>
                <w:color w:val="000000"/>
                <w:sz w:val="28"/>
                <w:szCs w:val="28"/>
              </w:rPr>
              <w:t>на</w:t>
            </w:r>
            <w:r w:rsidR="00D85560" w:rsidRPr="00A204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развити</w:t>
            </w:r>
            <w:r w:rsidR="005D0C30" w:rsidRPr="00A204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D85560" w:rsidRPr="00A204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рынка газом</w:t>
            </w:r>
            <w:r w:rsidR="00D85560" w:rsidRPr="00A204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D85560" w:rsidRPr="00A2047F">
              <w:rPr>
                <w:rFonts w:ascii="PT Astra Serif" w:hAnsi="PT Astra Serif"/>
                <w:color w:val="000000"/>
                <w:sz w:val="28"/>
                <w:szCs w:val="28"/>
              </w:rPr>
              <w:t>торного топлива</w:t>
            </w:r>
          </w:p>
        </w:tc>
        <w:tc>
          <w:tcPr>
            <w:tcW w:w="454" w:type="dxa"/>
            <w:shd w:val="clear" w:color="auto" w:fill="auto"/>
          </w:tcPr>
          <w:p w:rsidR="00D85560" w:rsidRPr="00A2047F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A2047F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92 2 05 R2610</w:t>
            </w:r>
          </w:p>
        </w:tc>
        <w:tc>
          <w:tcPr>
            <w:tcW w:w="567" w:type="dxa"/>
            <w:shd w:val="clear" w:color="auto" w:fill="auto"/>
          </w:tcPr>
          <w:p w:rsidR="00D85560" w:rsidRPr="00A2047F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172800</w:t>
            </w:r>
            <w:r w:rsidR="00490760"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144000</w:t>
            </w:r>
            <w:r w:rsidR="00490760"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144000</w:t>
            </w:r>
            <w:r w:rsidR="00490760"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A2047F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A2047F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A2047F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A2047F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92 2 05 R2610</w:t>
            </w:r>
          </w:p>
        </w:tc>
        <w:tc>
          <w:tcPr>
            <w:tcW w:w="567" w:type="dxa"/>
            <w:shd w:val="clear" w:color="auto" w:fill="auto"/>
          </w:tcPr>
          <w:p w:rsidR="00D85560" w:rsidRPr="00A2047F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172800</w:t>
            </w:r>
            <w:r w:rsidR="00490760"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144000</w:t>
            </w:r>
            <w:r w:rsidR="00490760"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144000</w:t>
            </w:r>
            <w:r w:rsidR="00490760"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C697B" w:rsidRPr="00A2047F" w:rsidRDefault="00E773CE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3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Финансовое обеспечение мероприятий, направленных </w:t>
            </w:r>
            <w:r w:rsidR="00B2700E" w:rsidRPr="00A204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 поддержку переобор</w:t>
            </w:r>
            <w:r w:rsidR="00B2700E" w:rsidRPr="00A204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B2700E" w:rsidRPr="00A204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дования существующей автомобильной техники, включая общественный тран</w:t>
            </w:r>
            <w:r w:rsidR="00B2700E" w:rsidRPr="00A204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="00B2700E" w:rsidRPr="00A204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порт и коммунальную технику, для и</w:t>
            </w:r>
            <w:r w:rsidR="00B2700E" w:rsidRPr="00A204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="00B2700E" w:rsidRPr="00A204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пользования природного газа в качестве топлива</w:t>
            </w:r>
          </w:p>
        </w:tc>
        <w:tc>
          <w:tcPr>
            <w:tcW w:w="454" w:type="dxa"/>
            <w:shd w:val="clear" w:color="auto" w:fill="auto"/>
          </w:tcPr>
          <w:p w:rsidR="00D85560" w:rsidRPr="00A2047F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A2047F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92 2 05 R2760</w:t>
            </w:r>
          </w:p>
        </w:tc>
        <w:tc>
          <w:tcPr>
            <w:tcW w:w="567" w:type="dxa"/>
            <w:shd w:val="clear" w:color="auto" w:fill="auto"/>
          </w:tcPr>
          <w:p w:rsidR="00D85560" w:rsidRPr="00A2047F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51245</w:t>
            </w:r>
            <w:r w:rsidR="00490760"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A2047F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30906</w:t>
            </w:r>
            <w:r w:rsidR="00490760"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30906</w:t>
            </w:r>
            <w:r w:rsidR="00490760" w:rsidRPr="00A204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2 05 R2760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10276072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9749828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9046501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ительства и архитектуры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 целей, показателей и результатов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программ развития 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лищного строительства субъектов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773C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транспортной системы в Ульяновской </w:t>
            </w:r>
            <w:r w:rsidRPr="00EF6BA4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r w:rsidR="00B705D5" w:rsidRPr="00EF6BA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773C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773C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9871638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8997412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773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9027151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качестве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ные автомобильные дороги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9871638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8997412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9027151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рожной деятельности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4061697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3955261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3570154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системы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2192696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2752790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2192696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2752790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автомобильных дорог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64938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F03D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61170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E67B33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E67B33" w:rsidRDefault="00BA5965" w:rsidP="009A7E90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Мероприятия</w:t>
            </w:r>
            <w:r w:rsidR="003248B2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5D0C30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направленные на 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сировани</w:t>
            </w:r>
            <w:r w:rsidR="005D0C30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дорожной деятельности в о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ношении автомобильных дорог общего пользования регионального</w:t>
            </w:r>
            <w:r w:rsidR="009A7E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межмуниц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пального</w:t>
            </w:r>
            <w:r w:rsidR="009A7E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или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местного значения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92 1 03 57840</w:t>
            </w:r>
          </w:p>
        </w:tc>
        <w:tc>
          <w:tcPr>
            <w:tcW w:w="567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357201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E67B33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E67B33" w:rsidRDefault="005D0C30" w:rsidP="00EB2D9F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</w:t>
            </w:r>
            <w:r w:rsidR="003248B2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направленные на фина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сирование дорожной деятельности в о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ношении автомобильных дорог общего пользования регионального или межм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ниципального значения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92 1 03 5784</w:t>
            </w:r>
            <w:r w:rsidR="00BA5965" w:rsidRPr="00E67B3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207201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248B2" w:rsidRPr="00E67B33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3248B2" w:rsidRPr="00E67B33" w:rsidRDefault="003248B2" w:rsidP="00EB2D9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3248B2" w:rsidRPr="00E67B33" w:rsidRDefault="003248B2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3248B2" w:rsidRPr="00E67B33" w:rsidRDefault="003248B2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248B2" w:rsidRPr="00E67B33" w:rsidRDefault="003248B2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92 1 03 57841</w:t>
            </w:r>
          </w:p>
        </w:tc>
        <w:tc>
          <w:tcPr>
            <w:tcW w:w="567" w:type="dxa"/>
            <w:shd w:val="clear" w:color="auto" w:fill="auto"/>
          </w:tcPr>
          <w:p w:rsidR="003248B2" w:rsidRPr="00E67B33" w:rsidRDefault="003248B2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3248B2" w:rsidRPr="00E67B33" w:rsidRDefault="003248B2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207201,2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3248B2" w:rsidRPr="00E67B33" w:rsidRDefault="003248B2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3248B2" w:rsidRPr="00E67B33" w:rsidRDefault="003248B2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D85560" w:rsidRPr="00E67B33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E67B33" w:rsidRDefault="002B07A8" w:rsidP="00EB2D9F">
            <w:pPr>
              <w:spacing w:line="228" w:lineRule="auto"/>
              <w:jc w:val="both"/>
            </w:pP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межбюджетные трансферты из о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бюджета Ульяновской области бюджетам городских округов Ульяно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в целях финансового обе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дорожной деятельности в отн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шении автомобильных дорог местного значения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92 1 03 5784</w:t>
            </w:r>
            <w:r w:rsidR="00BA5965" w:rsidRPr="00E67B3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248B2" w:rsidRPr="00E67B33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3248B2" w:rsidRPr="00E67B33" w:rsidRDefault="003248B2" w:rsidP="00EB2D9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3248B2" w:rsidRPr="00E67B33" w:rsidRDefault="003248B2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3248B2" w:rsidRPr="00E67B33" w:rsidRDefault="003248B2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3248B2" w:rsidRPr="00E67B33" w:rsidRDefault="003248B2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92 1 03 57842</w:t>
            </w:r>
          </w:p>
        </w:tc>
        <w:tc>
          <w:tcPr>
            <w:tcW w:w="567" w:type="dxa"/>
            <w:shd w:val="clear" w:color="auto" w:fill="auto"/>
          </w:tcPr>
          <w:p w:rsidR="003248B2" w:rsidRPr="00E67B33" w:rsidRDefault="003248B2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3248B2" w:rsidRPr="00E67B33" w:rsidRDefault="003248B2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3248B2" w:rsidRPr="00E67B33" w:rsidRDefault="003248B2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3248B2" w:rsidRPr="00E67B33" w:rsidRDefault="003248B2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D85560" w:rsidRPr="00E67B33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E67B33" w:rsidRDefault="00D85560" w:rsidP="00EB2D9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Субсидии</w:t>
            </w:r>
            <w:r w:rsidR="00EB2D9F">
              <w:t xml:space="preserve"> </w:t>
            </w:r>
            <w:r w:rsidR="00EB2D9F" w:rsidRPr="00EB2D9F">
              <w:rPr>
                <w:rFonts w:ascii="PT Astra Serif" w:hAnsi="PT Astra Serif"/>
                <w:color w:val="000000"/>
                <w:sz w:val="28"/>
                <w:szCs w:val="28"/>
              </w:rPr>
              <w:t>из областного бюджета Уль</w:t>
            </w:r>
            <w:r w:rsidR="00EB2D9F" w:rsidRPr="00EB2D9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="00EB2D9F" w:rsidRPr="00EB2D9F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="00EB2D9F" w:rsidRPr="00EB2D9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EB2D9F" w:rsidRPr="00EB2D9F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, предоставляемые в целях софинансир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вания расходных обязательств, возник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ющих в связи с ремонтом дворовых те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риторий многоквартирных домов и соц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альных объектов, проездов к дворовым территориям многоквартирных домов и 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социальным объектам населённых пун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тов, подготовкой проектной документ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ции, строительством, реконструкцией, капитальным ремонтом, ремонтом и с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автомобильных дорог общего</w:t>
            </w:r>
            <w:proofErr w:type="gramEnd"/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пользов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ния местного значения, мостов и иных искусственных дорожных сооружений на них, в том числе проектированием и строительством (реконструкцией) авт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ния, велосипедных дорожек и велосипе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ных парковок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1278768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969441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969441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E67B33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E67B33" w:rsidRDefault="00D85560" w:rsidP="00EB2D9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</w:t>
            </w:r>
            <w:r w:rsidR="004D4931" w:rsidRPr="00E67B3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бюджета Уль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, предоставляемые в целях софинансир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вания расходных обязательств, возник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ющих в связи с проектированием, стро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тельством (реконструкцией), капитал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ным ремонтом, ремонтом и содержанием велосипедных дорожек и велосипедных парковок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E67B33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E67B33" w:rsidRDefault="00D85560" w:rsidP="00EB2D9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E67B33" w:rsidRDefault="00D85560" w:rsidP="00EB2D9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Субсидии</w:t>
            </w:r>
            <w:r w:rsidR="004D4931" w:rsidRPr="00E67B3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бюджета Уль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новской области бюджетам муниципал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="004D4931" w:rsidRPr="00E67B3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, предоставляемые в целях софинансир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вания расходных обязательств, возник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ющих в связи с ремонтом дворовых те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риторий многоквартирных домов и соц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альных объектов, проездов к дворовым территориям многоквартирных домов и социальным объектам населённых пун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тов, подготовкой проектной документ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ции, строительством, реконструкцией, капитальным ремонтом, ремонтом и с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автомобильных дорог общего</w:t>
            </w:r>
            <w:proofErr w:type="gramEnd"/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пользов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ния местного значения, мостов и иных искусственных дорожных сооружений на них, в том числе проектированием и строительством (реконструкцией) авт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D85560" w:rsidRPr="00E67B33" w:rsidRDefault="00D85560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1209327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EB2D9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EB2D9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EB2D9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1209327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EB2D9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</w:t>
            </w:r>
            <w:r w:rsidRPr="00EB2D9F">
              <w:rPr>
                <w:rFonts w:ascii="PT Astra Serif" w:hAnsi="PT Astra Serif"/>
                <w:color w:val="000000"/>
                <w:sz w:val="28"/>
                <w:szCs w:val="28"/>
              </w:rPr>
              <w:t>ц</w:t>
            </w:r>
            <w:r w:rsidRPr="00EB2D9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B2D9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ей, показателей и результатов федерал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4465759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3767150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4181996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Развитие инфраструктуры дорожного 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зяйства, обеспечивающей транспортную связанность между центрами экономич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ского роста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1096889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1096889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состояние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и искусственных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рожных сооружений в рамках реализации национального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чественные дороги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3368869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3767150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4181996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3013869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3412150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3826996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Общесистемные меры развития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Общес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стемные меры развития дорожного 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зяйства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тизированных технологий организации дорожного движения и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блюдением правил дорожного движения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819182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531CF" w:rsidRPr="00E67B33" w:rsidRDefault="00F531CF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Внедрение автоматизированных и роб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 xml:space="preserve">тизированных технологий организации 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дорожного движения и контроля за с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блюдением правил дорожного движения (предоставление автономной некомме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ческой организации «Центр организации дорожного движения» субсидий из о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ластного бюджета Ульяновской области в целях финансового обеспечения её затрат в связи с осуществлением деятельности, направленной на повышение общего уровня общественной безопасности, пр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вопорядка и безопасности среды обит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ния на территории Ульяновской области, в том числе посредством</w:t>
            </w:r>
            <w:proofErr w:type="gramEnd"/>
            <w:r w:rsidRPr="00E67B33">
              <w:rPr>
                <w:rFonts w:ascii="PT Astra Serif" w:hAnsi="PT Astra Serif"/>
                <w:bCs/>
                <w:sz w:val="28"/>
                <w:szCs w:val="28"/>
              </w:rPr>
              <w:t xml:space="preserve"> участия в реш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нии вопросов организации и развития комплексной информационной среды, обеспечивающей прогнозирование, м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ниторинг, предупреждение и ликвидацию возможных угроз общественной безопа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ности, а также контроль устранения п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следствий чрезвычайных ситуаций и пр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вонарушений, связанных с повышением уровня безопасности дорожного движ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E67B33">
              <w:rPr>
                <w:rFonts w:ascii="PT Astra Serif" w:hAnsi="PT Astra Serif"/>
                <w:bCs/>
                <w:sz w:val="28"/>
                <w:szCs w:val="28"/>
              </w:rPr>
              <w:t>ния в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E67B33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D85560" w:rsidRPr="00E67B33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718D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E67B33" w:rsidRDefault="003718DF" w:rsidP="003718D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18DF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 xml:space="preserve">Финансовое обеспечение мероприятий, направленных 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на внедрение интеллект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у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альных транспортных систем, пред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у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lastRenderedPageBreak/>
              <w:t xml:space="preserve">сматривающих </w:t>
            </w:r>
            <w:r w:rsidR="005D0C30" w:rsidRPr="003718DF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автоматиза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цию процессов управления дорожным движением в г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о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родских агломерациях, включающих г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о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рода с населением свыше 300 тысяч ч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е</w:t>
            </w:r>
            <w:r w:rsidR="005D0C30" w:rsidRPr="00E67B33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ловек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E67B33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E67B33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92 1 R2 </w:t>
            </w:r>
            <w:bookmarkStart w:id="0" w:name="_GoBack"/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54182</w:t>
            </w:r>
            <w:bookmarkEnd w:id="0"/>
          </w:p>
        </w:tc>
        <w:tc>
          <w:tcPr>
            <w:tcW w:w="567" w:type="dxa"/>
            <w:shd w:val="clear" w:color="auto" w:fill="auto"/>
          </w:tcPr>
          <w:p w:rsidR="00D85560" w:rsidRPr="00E67B33" w:rsidRDefault="00D85560" w:rsidP="003718D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169182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E67B33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E67B3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718D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718D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139182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718D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718D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(размещение автоматич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ских пунктов весогабаритного контроля на автомобильных дорогах региональн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или межмуниципального значения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718DF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3718DF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3718DF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систем, а также </w:t>
            </w:r>
            <w:r w:rsidRPr="003718DF">
              <w:rPr>
                <w:rFonts w:ascii="PT Astra Serif" w:hAnsi="PT Astra Serif"/>
                <w:color w:val="000000"/>
                <w:sz w:val="28"/>
                <w:szCs w:val="28"/>
              </w:rPr>
              <w:t>автоматических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пунктов весогабаритного контроля на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(внедрение интеллектуал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транспортных систем (установка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теостанции)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дорожного движения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Безопа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ность дорожного движения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сове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Снижение администр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тивных барьеров, оптимизация и пов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шение качества предоставления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услуг исполнительными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 Ульяновской области и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услуг органами местного сам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образований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информационного общества и эле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функционирования инфраструктуры электронного правительства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04 R0280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96 1 04 R0280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2069152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351296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356698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100911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105183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105183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Центр мониторинга деятельности рег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лируемых организаций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635A9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муниципального о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разования «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расходного обязательства, связанного с установлен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ем регулируемых тарифов на регулярные перевозки пассажиров и багажа горо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ским наземным электрическим транспо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по муниципальным маршрутам таких перевозок в границах муниципального образования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49421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нирование развития территорий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муниципальных образований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документами территор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ального планирования и градостроител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зонирования, актуализация схемы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территориального планирования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и установка программно-аппаратных средств, подготовка и загру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 картографических данных, необход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мых для создания, развития, ввода в эк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плуатацию и эксплуатации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информационной системы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градостроительной деятельности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области от 4 июня 2020 года № 51-ЗО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способствующих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влечению квалифицированных работн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ков в сфере градостроительной деятел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 в органы местного самоуправления муниципальных образований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Актуализация генерального плана и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вил землепользования и застройки мун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ципального образования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город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85 2 01 44450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85 2 01 44450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вий для развития сферы внутреннего и въездного туризма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турист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ческой инфраструктуры, направленного на достижение целей, показателей и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туристической инфраструктуры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J1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поддержки общественных инициатив на создание модульных нек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питальных средств размещения (кемпи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гов и автокемпингов)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J1 53310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J1 53310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поддержки реализации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щественных инициатив, направленных на развитие туристической инфраструктуры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054E0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054E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054E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Агентство по туризму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1757666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104999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105465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инфраструктуры зон развития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1664714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мышленной зоны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Заволжье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погашения основного долга по кредиту на строительство объектов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организациям, которым в соответствии с Законом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15 марта 2005 года </w:t>
            </w:r>
            <w:r w:rsidR="009369B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промышле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зон, в целях возмещения затрат ук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занных организаций по уплате процентов по кредитам, полученным на формиров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 и развитие инфраструктуры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порт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вой особой экономической зоны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циям – резидентам портовой особой эк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номической зоны, созданной на террит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рии муниципального образования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даклинский район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области, в целях возмещения затрат в связи с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сением арендной платы, предусмотре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договорами аренды недвижимого имущества (за исключением земельных участков), находящегося на территории указанной портовой особой экономич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зоны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организации, уполномоченной в сфере формирования и развития инфр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структуры промышленных зон 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организациям, которым в соответствии с Законом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от 15 марта 2005 года </w:t>
            </w:r>
            <w:r w:rsidR="009369B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промышле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зон, в целях возмещения части затрат указанных организаций в связи с 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мероприятий по формир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ванию и развитию инфраструктуры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 и функций, определё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постановлением Правительства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9369B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от 16.08.2013 </w:t>
            </w:r>
            <w:r w:rsidR="009369B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367-П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вопросах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организации, уполномоченной в сфере формирования и развития инфр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структуры промышленных зон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 инфраструктуры в целях реализации проекта по строительству объектов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индустриальных (пр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мышленных) парков, промышленных технопарков, особых экономических зон, территорий опережающего развития,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новационных научно-технологических центров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1611356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Проектирование, строительство и 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ключение (технологическое присоедин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ние) объектов капитального строител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 и объектов инфраструктуры к сетям инженерно-технического обеспечения (электр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о-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газо-, тепло-, водоснабжения или водоотведения)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1611356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1611356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стриального парка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целях оплаты доли Акционерного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капитале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с ограниченной ответственностью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Димитровградский индустриальный парк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возмещения 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ществлённых обществом с ограниченной ответственностью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Димитровградский индустриальный парк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обществу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ограниченной ответственн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стью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 индустриал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ный парк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90 1 06 62120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90 1 06 62120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C543B3" w:rsidRPr="00C543B3" w:rsidRDefault="00C543B3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Основное мероприятие «Создание объе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к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тов инфраструктуры в целях реализации новых инвестиционных проектов в соо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ветствии с постановлением Правител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 xml:space="preserve">ства Российской Федерации от 19.10.2020 N 1704 «Об утверждении Правил </w:t>
            </w:r>
            <w:r w:rsidR="00273E8C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 xml:space="preserve">определения новых инвестиционных проектов, в </w:t>
            </w:r>
            <w:proofErr w:type="gramStart"/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целях</w:t>
            </w:r>
            <w:proofErr w:type="gramEnd"/>
            <w:r w:rsidRPr="00C543B3">
              <w:rPr>
                <w:rFonts w:ascii="PT Astra Serif" w:hAnsi="PT Astra Serif"/>
                <w:bCs/>
                <w:sz w:val="28"/>
                <w:szCs w:val="28"/>
              </w:rPr>
              <w:t xml:space="preserve"> реализации которых средства бюджета субъекта Российской Федерации, высвобождаемые в результ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те снижения объёма погашения задо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л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женности субъекта Российской Федер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ции перед Российской Федерацией по бюджетным кредитам, подлежат напра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в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лению на выполнение инженерных изы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каний, проектирование, экспертизу пр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единение) объектов капитального стро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C543B3">
              <w:rPr>
                <w:rFonts w:ascii="PT Astra Serif" w:hAnsi="PT Astra Serif"/>
                <w:bCs/>
                <w:sz w:val="28"/>
                <w:szCs w:val="28"/>
              </w:rPr>
              <w:t xml:space="preserve">тельства к сетям </w:t>
            </w:r>
            <w:proofErr w:type="gramStart"/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инженерно-</w:t>
            </w:r>
            <w:proofErr w:type="spellStart"/>
            <w:r w:rsidRPr="00C543B3">
              <w:rPr>
                <w:rFonts w:ascii="PT Astra Serif" w:hAnsi="PT Astra Serif"/>
                <w:bCs/>
                <w:sz w:val="28"/>
                <w:szCs w:val="28"/>
              </w:rPr>
              <w:t>техниче</w:t>
            </w:r>
            <w:proofErr w:type="spellEnd"/>
            <w:r w:rsidR="00273E8C">
              <w:rPr>
                <w:rFonts w:ascii="PT Astra Serif" w:hAnsi="PT Astra Serif"/>
                <w:bCs/>
                <w:sz w:val="28"/>
                <w:szCs w:val="28"/>
              </w:rPr>
              <w:t>-</w:t>
            </w:r>
            <w:proofErr w:type="spellStart"/>
            <w:r w:rsidRPr="00C543B3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ского</w:t>
            </w:r>
            <w:proofErr w:type="spellEnd"/>
            <w:proofErr w:type="gramEnd"/>
            <w:r w:rsidRPr="00C543B3">
              <w:rPr>
                <w:rFonts w:ascii="PT Astra Serif" w:hAnsi="PT Astra Serif"/>
                <w:bCs/>
                <w:sz w:val="28"/>
                <w:szCs w:val="28"/>
              </w:rPr>
              <w:t xml:space="preserve"> обеспечения</w:t>
            </w:r>
          </w:p>
        </w:tc>
        <w:tc>
          <w:tcPr>
            <w:tcW w:w="454" w:type="dxa"/>
            <w:shd w:val="clear" w:color="auto" w:fill="auto"/>
          </w:tcPr>
          <w:p w:rsidR="00D85560" w:rsidRPr="00C543B3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43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C543B3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43B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C543B3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43B3">
              <w:rPr>
                <w:rFonts w:ascii="PT Astra Serif" w:hAnsi="PT Astra Serif"/>
                <w:color w:val="000000"/>
                <w:sz w:val="28"/>
                <w:szCs w:val="28"/>
              </w:rPr>
              <w:t>90 1 08 00000</w:t>
            </w:r>
          </w:p>
        </w:tc>
        <w:tc>
          <w:tcPr>
            <w:tcW w:w="567" w:type="dxa"/>
            <w:shd w:val="clear" w:color="auto" w:fill="auto"/>
          </w:tcPr>
          <w:p w:rsidR="00D85560" w:rsidRPr="00C543B3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43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C543B3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543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C543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C543B3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543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C543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543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C543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C543B3" w:rsidRPr="00D8527C" w:rsidRDefault="00C543B3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27C">
              <w:rPr>
                <w:rFonts w:ascii="PT Astra Serif" w:hAnsi="PT Astra Serif"/>
                <w:sz w:val="28"/>
                <w:szCs w:val="28"/>
              </w:rPr>
              <w:lastRenderedPageBreak/>
              <w:t>Приобретение в собственность Ульяно</w:t>
            </w:r>
            <w:r w:rsidRPr="00D8527C">
              <w:rPr>
                <w:rFonts w:ascii="PT Astra Serif" w:hAnsi="PT Astra Serif"/>
                <w:sz w:val="28"/>
                <w:szCs w:val="28"/>
              </w:rPr>
              <w:t>в</w:t>
            </w:r>
            <w:r w:rsidRPr="00D8527C">
              <w:rPr>
                <w:rFonts w:ascii="PT Astra Serif" w:hAnsi="PT Astra Serif"/>
                <w:sz w:val="28"/>
                <w:szCs w:val="28"/>
              </w:rPr>
              <w:t>ской области дополнительных акций, размещаемых при увеличении уставного капитала акционерного общества «По</w:t>
            </w:r>
            <w:r w:rsidRPr="00D8527C">
              <w:rPr>
                <w:rFonts w:ascii="PT Astra Serif" w:hAnsi="PT Astra Serif"/>
                <w:sz w:val="28"/>
                <w:szCs w:val="28"/>
              </w:rPr>
              <w:t>р</w:t>
            </w:r>
            <w:r w:rsidRPr="00D8527C">
              <w:rPr>
                <w:rFonts w:ascii="PT Astra Serif" w:hAnsi="PT Astra Serif"/>
                <w:sz w:val="28"/>
                <w:szCs w:val="28"/>
              </w:rPr>
              <w:t>товая особая экономическая зона «Уль</w:t>
            </w:r>
            <w:r w:rsidRPr="00D8527C">
              <w:rPr>
                <w:rFonts w:ascii="PT Astra Serif" w:hAnsi="PT Astra Serif"/>
                <w:sz w:val="28"/>
                <w:szCs w:val="28"/>
              </w:rPr>
              <w:t>я</w:t>
            </w:r>
            <w:r w:rsidRPr="00D8527C">
              <w:rPr>
                <w:rFonts w:ascii="PT Astra Serif" w:hAnsi="PT Astra Serif"/>
                <w:sz w:val="28"/>
                <w:szCs w:val="28"/>
              </w:rPr>
              <w:t>новск», в целях финансового обеспечения архитектурно-строительного проектир</w:t>
            </w:r>
            <w:r w:rsidRPr="00D8527C">
              <w:rPr>
                <w:rFonts w:ascii="PT Astra Serif" w:hAnsi="PT Astra Serif"/>
                <w:sz w:val="28"/>
                <w:szCs w:val="28"/>
              </w:rPr>
              <w:t>о</w:t>
            </w:r>
            <w:r w:rsidRPr="00D8527C">
              <w:rPr>
                <w:rFonts w:ascii="PT Astra Serif" w:hAnsi="PT Astra Serif"/>
                <w:sz w:val="28"/>
                <w:szCs w:val="28"/>
              </w:rPr>
              <w:t>вания и строительства объектов кап</w:t>
            </w:r>
            <w:r w:rsidRPr="00D8527C">
              <w:rPr>
                <w:rFonts w:ascii="PT Astra Serif" w:hAnsi="PT Astra Serif"/>
                <w:sz w:val="28"/>
                <w:szCs w:val="28"/>
              </w:rPr>
              <w:t>и</w:t>
            </w:r>
            <w:r w:rsidRPr="00D8527C">
              <w:rPr>
                <w:rFonts w:ascii="PT Astra Serif" w:hAnsi="PT Astra Serif"/>
                <w:sz w:val="28"/>
                <w:szCs w:val="28"/>
              </w:rPr>
              <w:t>тального строительства необходимых для реализации новых инвестиционных пр</w:t>
            </w:r>
            <w:r w:rsidRPr="00D8527C">
              <w:rPr>
                <w:rFonts w:ascii="PT Astra Serif" w:hAnsi="PT Astra Serif"/>
                <w:sz w:val="28"/>
                <w:szCs w:val="28"/>
              </w:rPr>
              <w:t>о</w:t>
            </w:r>
            <w:r w:rsidRPr="00D8527C">
              <w:rPr>
                <w:rFonts w:ascii="PT Astra Serif" w:hAnsi="PT Astra Serif"/>
                <w:sz w:val="28"/>
                <w:szCs w:val="28"/>
              </w:rPr>
              <w:t>ектов</w:t>
            </w:r>
          </w:p>
        </w:tc>
        <w:tc>
          <w:tcPr>
            <w:tcW w:w="454" w:type="dxa"/>
            <w:shd w:val="clear" w:color="auto" w:fill="auto"/>
          </w:tcPr>
          <w:p w:rsidR="00D85560" w:rsidRPr="00D8527C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2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27C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27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27C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27C">
              <w:rPr>
                <w:rFonts w:ascii="PT Astra Serif" w:hAnsi="PT Astra Serif"/>
                <w:color w:val="000000"/>
                <w:sz w:val="28"/>
                <w:szCs w:val="28"/>
              </w:rPr>
              <w:t>90 1 08 63220</w:t>
            </w:r>
          </w:p>
        </w:tc>
        <w:tc>
          <w:tcPr>
            <w:tcW w:w="567" w:type="dxa"/>
            <w:shd w:val="clear" w:color="auto" w:fill="auto"/>
          </w:tcPr>
          <w:p w:rsidR="00D85560" w:rsidRPr="00D8527C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2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27C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2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2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27C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2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2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2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2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90 1 08 63220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инвестицио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деятельности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Оказание 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держки организациям в сфере инвест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ционной деятельности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90 2 03 00000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 (за исключением государственных и мун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учреждений), реализующим на территории Ульяновской области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вестиционные проекты в социальной сфере, субсидий из областного бюджета Ульяновской области в целях возмещ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уплатой процентов по кредитам, полученным для финансового обеспечения реализации указанных проектов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Фонду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Центр развития государственно-частного пар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нёрства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науки,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зической культуры и спорта, охраны зд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ровья граждан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ским лицам в целях возмещения затрат, осуществлённых в связи с созданием (строительством), модернизацией и (или) реконструкцией объектов обеспечива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щей и (или) сопутствующей инфрастру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тур, необходимых для реализации инв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стиционного проекта, в отношении кот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рого заключено соглашение о защите и поощрении капиталовложений, а также затрат в связи с уплатой процентов по кредитам и займам, купонных платежей по облигационным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займам, привлечё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 на указанные цели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90 2 03 63230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90 2 03 63230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Технологическое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вестиционного климата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66602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конкурентоспособности предприятий, расположенных на территории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в целях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 расходных обяз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 по финансовому обеспечению деятельности (докапитализации) </w:t>
            </w:r>
            <w:r w:rsidR="00324FB9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онда развития промышленности Ульяновской области в соответствии с постановлением Правительства Российской Федерации от 15.04.2014 № 328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утверждении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Российской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промышленности и повышение её конкурентоспособности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90 5 01 62430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63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90 5 01 62430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C543B3" w:rsidRPr="00F05637" w:rsidRDefault="00F56864" w:rsidP="00F0563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5637">
              <w:rPr>
                <w:rFonts w:ascii="PT Astra Serif" w:hAnsi="PT Astra Serif"/>
                <w:bCs/>
                <w:sz w:val="28"/>
                <w:szCs w:val="28"/>
              </w:rPr>
              <w:t>Предоставление с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убсиди</w:t>
            </w:r>
            <w:r w:rsidR="002B07A8"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й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в целях </w:t>
            </w:r>
            <w:r w:rsidR="00F62D2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фина</w:t>
            </w:r>
            <w:r w:rsidR="00F62D2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</w:t>
            </w:r>
            <w:r w:rsidR="00F62D2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сового обеспечения (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возмещения</w:t>
            </w:r>
            <w:r w:rsidR="00F62D2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)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затрат на создание, модернизацию и (или) р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е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конструкцию объектов инфраструктуры индустриальных парков или промышле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ных технопарков </w:t>
            </w:r>
            <w:r w:rsidRPr="00F05637">
              <w:rPr>
                <w:rFonts w:ascii="PT Astra Serif" w:hAnsi="PT Astra Serif"/>
                <w:sz w:val="28"/>
                <w:szCs w:val="28"/>
              </w:rPr>
              <w:t>за счёт средств облас</w:t>
            </w:r>
            <w:r w:rsidRPr="00F05637">
              <w:rPr>
                <w:rFonts w:ascii="PT Astra Serif" w:hAnsi="PT Astra Serif"/>
                <w:sz w:val="28"/>
                <w:szCs w:val="28"/>
              </w:rPr>
              <w:t>т</w:t>
            </w:r>
            <w:r w:rsidRPr="00F05637">
              <w:rPr>
                <w:rFonts w:ascii="PT Astra Serif" w:hAnsi="PT Astra Serif"/>
                <w:sz w:val="28"/>
                <w:szCs w:val="28"/>
              </w:rPr>
              <w:t>ного бюджета Ульяновской области сверх установленного уровня софинанс</w:t>
            </w:r>
            <w:r w:rsidRPr="00F05637">
              <w:rPr>
                <w:rFonts w:ascii="PT Astra Serif" w:hAnsi="PT Astra Serif"/>
                <w:sz w:val="28"/>
                <w:szCs w:val="28"/>
              </w:rPr>
              <w:t>и</w:t>
            </w:r>
            <w:r w:rsidRPr="00F05637">
              <w:rPr>
                <w:rFonts w:ascii="PT Astra Serif" w:hAnsi="PT Astra Serif"/>
                <w:sz w:val="28"/>
                <w:szCs w:val="28"/>
              </w:rPr>
              <w:t xml:space="preserve">рования 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(</w:t>
            </w:r>
            <w:r w:rsidRPr="00F0563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предоставление субсидий управляющим компаниям в целях прио</w:t>
            </w:r>
            <w:r w:rsidRPr="00F0563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б</w:t>
            </w:r>
            <w:r w:rsidRPr="00F0563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ретения, создания, модернизации и (или) реконструкции и ремонта объектов пр</w:t>
            </w:r>
            <w:r w:rsidRPr="00F0563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о</w:t>
            </w:r>
            <w:r w:rsidRPr="00F0563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мышленной и технологической инфр</w:t>
            </w:r>
            <w:r w:rsidRPr="00F0563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а</w:t>
            </w:r>
            <w:r w:rsidRPr="00F0563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структуры промышленных технопарков в сфере электронной промышленности</w:t>
            </w:r>
            <w:r w:rsidRPr="00F0563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F05637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56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F05637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5637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F05637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5637">
              <w:rPr>
                <w:rFonts w:ascii="PT Astra Serif" w:hAnsi="PT Astra Serif"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shd w:val="clear" w:color="auto" w:fill="auto"/>
          </w:tcPr>
          <w:p w:rsidR="00D85560" w:rsidRPr="00F05637" w:rsidRDefault="00D85560" w:rsidP="00F05637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56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05637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5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F05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05637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5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F05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5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F05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63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63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сту количества организаций, осущест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ляющих технологические инновации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63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Агентство инновационного развития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 в целях финансового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её затрат в связи с осуществлением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637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63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r w:rsidRPr="00F62D20">
              <w:rPr>
                <w:rFonts w:ascii="PT Astra Serif" w:hAnsi="PT Astra Serif"/>
                <w:color w:val="000000"/>
                <w:sz w:val="28"/>
                <w:szCs w:val="28"/>
              </w:rPr>
              <w:t>бюджетным,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организациям, осуществляющим деятельность в сфере развития промышленности, направле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ную на развитие промышленного поте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циала Ульяновской области, в целях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их затрат в связи с осуществлением данной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3F03D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Адре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повышения производ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тельности труда на предприятиях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L2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результатов национального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L2 52890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5C3787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F531CF" w:rsidRPr="005C3787" w:rsidRDefault="00F531CF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Государственная поддержка субъектов Российской Федерации в целях достиж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е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ния результатов национального проекта «Производительность труда» (предоста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в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lastRenderedPageBreak/>
              <w:t>ление субсидий автономной некоммерч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е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ской организации «Центр компетенций развития промышленности» в целях ф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и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нансового обеспечения затрат, направле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н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ных на достижение результатов наци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о</w:t>
            </w:r>
            <w:r w:rsidRPr="005C3787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нального проекта «Производительность труда»)</w:t>
            </w:r>
          </w:p>
        </w:tc>
        <w:tc>
          <w:tcPr>
            <w:tcW w:w="454" w:type="dxa"/>
            <w:shd w:val="clear" w:color="auto" w:fill="auto"/>
          </w:tcPr>
          <w:p w:rsidR="00D85560" w:rsidRPr="005C3787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5C3787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5C3787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90 5 L2 52891</w:t>
            </w:r>
          </w:p>
        </w:tc>
        <w:tc>
          <w:tcPr>
            <w:tcW w:w="567" w:type="dxa"/>
            <w:shd w:val="clear" w:color="auto" w:fill="auto"/>
          </w:tcPr>
          <w:p w:rsidR="00D85560" w:rsidRPr="005C3787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C3787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16002</w:t>
            </w:r>
            <w:r w:rsidR="00490760"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C3787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15996</w:t>
            </w:r>
            <w:r w:rsidR="00490760"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C3787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15996</w:t>
            </w:r>
            <w:r w:rsidR="00490760"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5C3787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5C3787" w:rsidRDefault="00D85560" w:rsidP="00487C85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5C3787" w:rsidRDefault="00D85560" w:rsidP="00487C85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5C3787" w:rsidRDefault="00D85560" w:rsidP="00487C85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5C3787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90 5 L2 52891</w:t>
            </w:r>
          </w:p>
        </w:tc>
        <w:tc>
          <w:tcPr>
            <w:tcW w:w="567" w:type="dxa"/>
            <w:shd w:val="clear" w:color="auto" w:fill="auto"/>
          </w:tcPr>
          <w:p w:rsidR="00D85560" w:rsidRPr="005C3787" w:rsidRDefault="00D85560" w:rsidP="00487C85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C3787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16002</w:t>
            </w:r>
            <w:r w:rsidR="00490760"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C3787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15996</w:t>
            </w:r>
            <w:r w:rsidR="00490760"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C3787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15996</w:t>
            </w:r>
            <w:r w:rsidR="00490760"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5C3787" w:rsidRDefault="00D85560" w:rsidP="00487C85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де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тельности в сфере промышленности </w:t>
            </w:r>
            <w:r w:rsidR="009C74AB" w:rsidRPr="005C3787">
              <w:rPr>
                <w:rFonts w:ascii="PT Astra Serif" w:hAnsi="PT Astra Serif"/>
                <w:color w:val="000000"/>
                <w:sz w:val="28"/>
                <w:szCs w:val="28"/>
              </w:rPr>
              <w:t>в ц</w:t>
            </w:r>
            <w:r w:rsidR="009C74AB" w:rsidRPr="005C37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9C74AB" w:rsidRPr="005C3787">
              <w:rPr>
                <w:rFonts w:ascii="PT Astra Serif" w:hAnsi="PT Astra Serif"/>
                <w:color w:val="000000"/>
                <w:sz w:val="28"/>
                <w:szCs w:val="28"/>
              </w:rPr>
              <w:t>лях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487C85">
              <w:rPr>
                <w:rFonts w:ascii="PT Astra Serif" w:hAnsi="PT Astra Serif"/>
                <w:color w:val="000000"/>
                <w:sz w:val="28"/>
                <w:szCs w:val="28"/>
              </w:rPr>
              <w:t>финансового обеспечения (возмещ</w:t>
            </w:r>
            <w:r w:rsidR="00487C8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487C8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ния) затрат на 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реализаци</w:t>
            </w:r>
            <w:r w:rsidR="00487C85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мероприятий по переобучению, повышению квалиф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кации работников предприятий </w:t>
            </w:r>
            <w:r w:rsidR="00487C85">
              <w:rPr>
                <w:rFonts w:ascii="PT Astra Serif" w:hAnsi="PT Astra Serif"/>
                <w:color w:val="000000"/>
                <w:sz w:val="28"/>
                <w:szCs w:val="28"/>
              </w:rPr>
              <w:t>в связи с необходимостью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поддержки занятости и повышения эффективности рынка труда в рамках регионального проекта </w:t>
            </w:r>
            <w:r w:rsidR="00B705D5" w:rsidRPr="005C378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производительн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сти труда на предприятиях</w:t>
            </w:r>
            <w:r w:rsidR="00B705D5" w:rsidRPr="005C378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5C3787" w:rsidRDefault="00D85560" w:rsidP="00487C85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5C3787" w:rsidRDefault="00D85560" w:rsidP="00487C85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5C3787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shd w:val="clear" w:color="auto" w:fill="auto"/>
          </w:tcPr>
          <w:p w:rsidR="00D85560" w:rsidRPr="005C3787" w:rsidRDefault="00D85560" w:rsidP="00487C85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C3787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C3787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5C37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87C85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87C85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87C85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87C85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487C85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циям, осуществляющим деятельность в сфере развития лёгкой промышленности, в целях возмещения затрат, связанных с оплатой услуг теплоснабжения, электр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снабжения, водоснабжения и водоотв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87C85">
              <w:rPr>
                <w:rFonts w:ascii="PT Astra Serif" w:hAnsi="PT Astra Serif"/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87C85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487C85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487C85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487C85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циям, численность работников которых, относящихся к лицам с ограниченными возможностями здоровья, превышает 50 процентов общей численности работн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ков организаций, в целях возмещения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оплатой услуг тепл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снабжения, электроснабжения, вод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ятного инвестиционного климата 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0C3123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 w:rsidRPr="000C312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 w:rsidRPr="000C312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0C3123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0C3123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0C3123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D85560" w:rsidRPr="000C3123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312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0C3123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31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490760" w:rsidRPr="000C31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0C3123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31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490760" w:rsidRPr="000C31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31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490760" w:rsidRPr="000C31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программ развития малого и средн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бизнеса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183016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115650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благ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приятных условий для осуществления деятельности самозанятыми граждан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реализ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самозанятых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I2 55270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предоставлением комплекса информационно-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консульта</w:t>
            </w:r>
            <w:proofErr w:type="spellEnd"/>
            <w:r w:rsidR="00DA0D6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образовательных услуг физ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ческим лицам, не являющимся индивид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альными предпринимателями и прим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няющим специальный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I2 5527С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I2 5527С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лёгкого старта и комфортного вед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бизнеса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жение целей, показателей и результатов реализации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дакселерация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I4 55270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предоставлением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данам, желающим вести бизнес, начин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ющим и действующим предпринимат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лям комплекса услуг, направленных на вовлечение в предпринимательскую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тельность, а также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информационно-консультационных и образовательных услуг)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грантов в форме субсидий субъектам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предпринимательства, имеющим статус социального предпри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тия, или субъектам малого и среднего предпринимательства, созданным физ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ческими лицами в возрасте до 25 лет включительно)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I4 5527П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I4 5527П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ектов малого и среднего предприним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сидий Фонду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Гарантийный фонд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указанного фонда в связи с предоставлением поручительств по обязательствам субъектов малого и среднего предпринимательства и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заций, образующих инфраструктуру 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держки малого и среднего предприним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тельства, основанным на кредитных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говорах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договорах займа, финансовой аренды (лизинга), договорах о предоста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лении банковской гарантии и иных дог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ворах)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36121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36121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центра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Микрокреди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компании фонду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Фонд финансир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промышленности и предприним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затрат в связи с развитием системы микрофинансирования посредством предоставления микрозаймов субъектам малого и среднего предпринимательства, а также физическим лицам, не явля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щимся индивидуальными предприним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телями и применяющим специальный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и организациям,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зующим инфраструктуру поддержки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5527Ж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5527Ж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обеспечением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тельности (развитием) регионального центра координации поддержки 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экспор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для целей оказания информационно-аналитической, консультационной 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организационной поддержки внешнеэкономической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тельности субъектов малого и среднего предпринимательства, содействия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влечению инвестиций и выходу 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экспор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на ме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дународные рынки)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сидий Акционерному обществу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Корп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рация развития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реализацией проекта по созданию индустриального парка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Инза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льготного доступа субъектов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 к производственным площадям и помещ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ниям в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создания (развития)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заций, осуществляющих производстве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ную и (или) инновационную деятел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ность)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сидий Акционерному обществу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Корп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рация развития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реализацией проекта по созданию индустриального парка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Промышленная зона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Заволжье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обеспечения льго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доступа субъектов малого и средн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предпринимательства к произво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ственным площадям 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помещениям в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лях создания (развития) организаций, осуществляющих производственную и (или) инновационную деятельность)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5527М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99 0 I5 5527М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2993283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2383145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2605154,37307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931785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258585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336067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граждан из аварийного жилищного фонда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258585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336067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258585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336067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906785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ительства и архитектуры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906785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лищного строительства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виде имущ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ственного взноса из областного бюджета Ульяновской области в имущество пу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лично-правовой компании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Фонд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застро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="000A25D5">
              <w:rPr>
                <w:rFonts w:ascii="PT Astra Serif" w:hAnsi="PT Astra Serif"/>
                <w:color w:val="000000"/>
                <w:sz w:val="28"/>
                <w:szCs w:val="28"/>
              </w:rPr>
              <w:t>щикам</w:t>
            </w:r>
            <w:r w:rsidR="000715DA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инвесторам в целях возмещения затрат, связанных с выполнением работ по завершению строительства и вводу в эксплуатацию многоквартирных домов, строительство которых осуществляется (осуществлялось) с привлечением дене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средств граждан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вого строительства таких многокварти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домов и которые в соответствии с Федеральным законом от 30.12.2004 </w:t>
            </w:r>
            <w:r w:rsidR="009369B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214-ФЗ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участии в долевом стро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тельстве многоквартирных домов и иных объектов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недвижимости и о внесении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менений в некоторые законодательные акты Российской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признаны проблемными объектами, расположе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85 1 01 40100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85 1 01 40100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стоимости строительных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сурсов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для формирования конъюнктурного анализа текущих цен в соответствии со сводной номенклатурой ценообразующих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строительных ресурсов, утверждённой приказом Министерства строительства и жилищно-коммунального хозяйства </w:t>
            </w:r>
            <w:r w:rsidR="009369B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Российской Федерации от 30.08.2019 </w:t>
            </w:r>
            <w:r w:rsidR="009369B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№ 500/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формировании сводной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менклатуры ценообразующих строител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ресурсов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85 1 01 40500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85 1 01 40500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проверки соответствия видов, сроков, в том числе отдельных объёмов выполненных работ, связанных с завершением строительства и вводом в эксплуатацию проблемных объектов, расположенных на территории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детальному плану-графику строительства проблемных объектов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85 1 01 40600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85 1 01 40600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софинансирования расходных обязательств, связанных со сносом аварийных расселённых мног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квартирных домов, расположенных на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территори</w:t>
            </w:r>
            <w:r w:rsidR="00033107">
              <w:rPr>
                <w:rFonts w:ascii="PT Astra Serif" w:hAnsi="PT Astra Serif"/>
                <w:color w:val="000000"/>
                <w:sz w:val="28"/>
                <w:szCs w:val="28"/>
              </w:rPr>
              <w:t>ях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муниципальных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85 1 01 70470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85 1 01 70470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устойчивого сокращ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непригодного для проживания 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лищного фонда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результ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298285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том необходимости развития малоэта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жилищного строительства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298285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298285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B83C2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Обращение с твёрдыми коммунальными отходами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83 6 00 00000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Обустройство мест (площадок) накопления твёрдых коммунальных отходов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83 6 01 00000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Корректировка территориальной схемы обращения с отходами и электронной модели территориальной схемы обращ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с отходами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софинансирования расходных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обустройством мест (площадок) накопления твёрдых коммунальных отходов, в том числе для раздельного накопления твёрдых комм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нальных отходов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софинансирования расходных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роприятий, направленных на приобрет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 контейнеров (бункеров) для накопл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твёрдых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83 6 01 70080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83 6 01 70080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690150,47887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541312,30567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590217,83067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ции, сырья и продовольствия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 зн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чимые мероприятия в сфере развития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511248" w:rsidRDefault="00FC697B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124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</w:t>
            </w:r>
            <w:r w:rsidRPr="0051124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51124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бюджета Ульяновской области бюджетам поселений и городских окр</w:t>
            </w:r>
            <w:r w:rsidRPr="0051124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51124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гов Ульяновской области в целях соф</w:t>
            </w:r>
            <w:r w:rsidRPr="0051124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51124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 расходных обязательств, связанных с благоустройством сельских территорий)</w:t>
            </w:r>
          </w:p>
        </w:tc>
        <w:tc>
          <w:tcPr>
            <w:tcW w:w="454" w:type="dxa"/>
            <w:shd w:val="clear" w:color="auto" w:fill="auto"/>
          </w:tcPr>
          <w:p w:rsidR="00D85560" w:rsidRPr="00511248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124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511248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124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511248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1248">
              <w:rPr>
                <w:rFonts w:ascii="PT Astra Serif" w:hAnsi="PT Astra Serif"/>
                <w:color w:val="000000"/>
                <w:sz w:val="28"/>
                <w:szCs w:val="28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D85560" w:rsidRPr="00511248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124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11248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112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490760" w:rsidRPr="005112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511248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112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5112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112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5112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родской среды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648496,72887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495336,43067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544241,95567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 в целях благоустройства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приятиям в целях возмещения затрат, связанных с выполнением работ и оказ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нием услуг, необходимых для осущест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ления функций регионального центра компетенций по вопросам городской ср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98 0 04 40350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98 0 04 40350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софинансирования расходных обязательств, возникающих в связи с развитием территориальных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щественных самоуправлений, распол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женных в границах поселений и горо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области, в 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 мероприятий по благоустройству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софинансирования расходных обязательств, возникающих в связи с благоустройством дворовых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риторий, территорий общего пользования и территорий объектов социальной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фраструктуры, в том числе погашением кредиторской задолженности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пилотного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проекта по цифровизации городского 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зяйства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в целях соф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расходных обязательств, связанных с внедрением передовых ци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ровых и инженерных решений,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ционно-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методических подходов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вых моделей, применяемых для цифров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преобразования в области городского хозяйства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восстановительных работ на территориях воинских захоронений и нанесение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дений о воинских званиях, именах и ин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циалах погибших при защите Отечества на мемориальные сооружения, устано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ленные в границах воинских захорон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софинансирования расходных обязательств, связанных с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ализацией мероприятий по выполнению восстановительных работ на территориях воинских захоронений и нанесению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дений о воинских званиях, именах и ин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циалах погибших при защите Отечества на мемориальные сооружения, устано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ленные в границах воинских захоронений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Формирование комфортной городской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F2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539347,62887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365941,85567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365941,85567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комфортной городской среды в малых городах и исторических поселен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ях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победителях Всероссийского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курса лучших проектов создания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фортной городской среды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программ формирования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329347,62887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365941,85567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365941,85567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329347,62887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365941,85567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365941,85567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1366114,47113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1381747,64433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,6424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межбюджетных трансфертов муниципальному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организацию водоснабжения и водоотведения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11 0 00 70960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11 0 00 70960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635A9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033107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связанных с установл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нием нормативов потребления населен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35A9">
              <w:rPr>
                <w:rFonts w:ascii="PT Astra Serif" w:hAnsi="PT Astra Serif"/>
                <w:color w:val="000000"/>
                <w:sz w:val="28"/>
                <w:szCs w:val="28"/>
              </w:rPr>
              <w:t>ем твёрдого топлива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бюджету муниципального образования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город Димитровград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вого обеспечения расходных обяз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тельств, связанных с созданием </w:t>
            </w:r>
            <w:r w:rsidR="00DB22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городе Димитровграде</w:t>
            </w:r>
            <w:r w:rsidR="00DB22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общественного кладбища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11 0 00 73320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11 0 00 73320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893898,07113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1022035,73433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1204072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,3424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540988,30387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664315,89807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доснабжения и водоотведения в населё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пунктах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370055,43987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600211,45889</w:t>
            </w:r>
          </w:p>
        </w:tc>
      </w:tr>
      <w:tr w:rsidR="00D85560" w:rsidRPr="00735F17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735F17" w:rsidRPr="002A3E72" w:rsidRDefault="00735F17" w:rsidP="00511248">
            <w:pPr>
              <w:spacing w:line="22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</w:t>
            </w: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ным государственным </w:t>
            </w:r>
            <w:r w:rsidR="00D76297"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казённым</w:t>
            </w: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пре</w:t>
            </w: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д</w:t>
            </w: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приятиям Ульяновской области в целях возмещения затрат, связанных с деятел</w:t>
            </w: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ь</w:t>
            </w: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ностью по выполнению работ и оказанию услуг в сфере водоснабжения</w:t>
            </w:r>
          </w:p>
        </w:tc>
        <w:tc>
          <w:tcPr>
            <w:tcW w:w="454" w:type="dxa"/>
            <w:shd w:val="clear" w:color="auto" w:fill="auto"/>
          </w:tcPr>
          <w:p w:rsidR="00D85560" w:rsidRPr="002A3E72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2A3E72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2A3E72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D85560" w:rsidRPr="002A3E72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A3E7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2A3E72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2A3E72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99000</w:t>
            </w:r>
            <w:r w:rsidR="00490760" w:rsidRPr="002A3E72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2A3E72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2A3E72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199000</w:t>
            </w:r>
            <w:r w:rsidR="00490760" w:rsidRPr="002A3E72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35F17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2A3E72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299211,45889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299211,45889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субсидий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из областного бюджета Ульяновской области облас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 казённым предприятиям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возмещения вып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дающих доходов в связи с установлением льготных тарифов на питьевую воду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тьевое водоснабжение) и (или) водоотв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дение, реализуемое населению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83 1 01 29030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83 1 01 29030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софинансирования расходных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</w:t>
            </w:r>
            <w:r w:rsidR="00033107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направленных на строител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ство, реконструкцию, ремонт объектов водоснабжения и водоотведения, подг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товку проектной документации, включая погашение кредиторской задолженности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270055,43987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270055,43987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64104,43918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(моде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низация) объектов питьевого водосна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64104,43918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11248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11248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11248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64104,43918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Газификация населённых пунктов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зоснабжения в населённых пунктах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843B1A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735F17" w:rsidRPr="00F64998" w:rsidRDefault="00735F17" w:rsidP="00214053">
            <w:pPr>
              <w:spacing w:line="23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Субсидии из областного бюджета Уль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я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новской области</w:t>
            </w:r>
            <w:r w:rsidR="001743D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,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предоставляемые о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б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ластным государственным </w:t>
            </w:r>
            <w:r w:rsidR="00D76297"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казённым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предприятиям Ульяновской области в ц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е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лях возмещения затрат в связи с выпо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л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нением работ и оказанием услуг в сфере газификации и газоснабжения Ульяно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F64998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D85560" w:rsidRPr="00F64998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29067</w:t>
            </w:r>
            <w:r w:rsidR="00490760"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24178</w:t>
            </w:r>
            <w:r w:rsidR="00490760"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843B1A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24178</w:t>
            </w:r>
            <w:r w:rsidR="00490760"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сжиже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 углеводородным газом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газораспределительным организациям, индивидуальным пре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принимателям субсидий из областного бюджета Ульяновской области в целях возмещения недополученных доходов в связи с реализацией населению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сжиженного углеводоро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газа для бытовых нужд по подл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жащим регулированию ценам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пальным образованиям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 в подготовке и прохождении от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пительных сезонов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жилищно-коммунального хозяйства и повышение энергетической эффективн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теплоснабжения в населённых пунктах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областным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</w:t>
            </w:r>
            <w:proofErr w:type="spellEnd"/>
            <w:r w:rsidR="00843B1A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венным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казённым предприятиям субс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дий в целях возмещения затрат, связа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с выполнением работ и оказанием услуг в сфере теплоснабжения (в том числе затрат, связанных с погашением кредиторской задолженности), а также затрат, связанных с реализацией мер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обеспечению антитеррор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стической защищённости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из областного бюджета Ульяновской области облас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выпадающих доходов в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зи с установлением льготных тарифов на тепловую энергию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горячее водоснабж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83 3 01 29040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83 3 01 29040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735F17" w:rsidRPr="00F64998" w:rsidRDefault="00735F17" w:rsidP="00214053">
            <w:pPr>
              <w:spacing w:line="23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Субсидии из областного бюджета Уль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я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новской области муниципальным образ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о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ваниям Ульяновской области в целях с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о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финансирования расходных обязательств, возникающих в связи с погашением з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а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долженности теплоснабжающих орган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заций в муниципальных образованиях Ульяновской области по оплате потре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б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лённого природного газа, связанной с осуществлением регулируемых видов д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е</w:t>
            </w: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ятельности в сфере теплоснабжения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F64998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D85560" w:rsidRPr="00F64998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пальным образованиям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софинансирования расхо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обязательств, возникающих в связи с ремонтом (в том числе капитальным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монтом) тепловых сетей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83 3 01 70510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83 3 01 70510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Энергосбережение и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вышение энергетической эффективности в Ульяновской области, в том числе на основе расширения масштабов использ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природного газа в качестве мото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топлива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 и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вышение энергетической эффективности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84399,96726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64696,24623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Меры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реализации энерг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сберегающих и энергоэффективных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областным государственным казённым предприят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фина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затрат, связанных со строительством и модернизацией тепл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источников и тепловых сетей, в том чи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 затрат, связанных с внесением платы по договорам финансовой аренды (лизи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га) и (или) договорам финансирования под уступку денежного требования (д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говорам факторинга)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областным государственным казённым предприят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ям в целях финансового обеспечения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приобретением техники для предприятий коммунального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 по договорам финансовой аренды (лизинга)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39188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39188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софинансирования расходных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роприятия, направленного на подготовку проектной документации, строительство, реконструкцию и ремонт сетей наружн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освещения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83 4 01 70150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83 4 01 70150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привлечения в организации жилищно-коммунального хозяйства квалифицир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ванных работников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3399,96726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507,74623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привлечению в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низации жилищно-коммунального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ства, находящиеся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квалифицированных работников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3299,96726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407,74623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3299,96726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407,74623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проведения для председат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советов многоквартирных домов в Ульяновской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обучающих сем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нарских и курсовых занятий по вопросам, возникающим в сфере жилищно-коммунального хозяйства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119686,84433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119686,84433</w:t>
            </w:r>
          </w:p>
        </w:tc>
      </w:tr>
      <w:tr w:rsidR="00D85560" w:rsidRPr="00735F17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735F17" w:rsidRPr="00F64998" w:rsidRDefault="00735F17" w:rsidP="00214053">
            <w:pPr>
              <w:spacing w:line="23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Субсидии Фонду модернизации жили</w:t>
            </w: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щ</w:t>
            </w: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но-коммунального комплекса Ульяно</w:t>
            </w: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в</w:t>
            </w: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ской области в целях финансового обе</w:t>
            </w: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с</w:t>
            </w: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печени</w:t>
            </w:r>
            <w:r w:rsidR="00D76297"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я</w:t>
            </w: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 xml:space="preserve"> части затрат, возникающих в связи с осуществлением им своей де</w:t>
            </w: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я</w:t>
            </w:r>
            <w:r w:rsidRPr="00F64998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F64998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D85560" w:rsidRPr="00F64998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80000</w:t>
            </w:r>
            <w:r w:rsidR="00490760"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73390</w:t>
            </w:r>
            <w:r w:rsidR="00490760"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735F17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68390,64433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73390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68390,64433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250254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239564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175788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ительства и архитектуры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74575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 целей, показателей и результатов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74575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программ развития </w:t>
            </w:r>
            <w:r w:rsidR="009369B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жилищного строительства субъектов Российской Федерации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74575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74575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175679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173265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175754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исполнителя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175679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173265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175754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C543B3" w:rsidRPr="00F64998" w:rsidRDefault="00C543B3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iCs/>
                <w:sz w:val="28"/>
                <w:szCs w:val="28"/>
              </w:rPr>
              <w:lastRenderedPageBreak/>
              <w:t xml:space="preserve">Обеспечение деятельности областных государственных казённых учреждений, подведомственных </w:t>
            </w:r>
            <w:r w:rsidRPr="00F64998">
              <w:rPr>
                <w:rFonts w:ascii="PT Astra Serif" w:eastAsiaTheme="minorHAnsi" w:hAnsi="PT Astra Serif" w:cs="PT Astra Serif"/>
                <w:sz w:val="28"/>
                <w:szCs w:val="28"/>
                <w:lang w:eastAsia="en-US"/>
              </w:rPr>
              <w:t>Министерству ж</w:t>
            </w:r>
            <w:r w:rsidRPr="00F64998">
              <w:rPr>
                <w:rFonts w:ascii="PT Astra Serif" w:eastAsiaTheme="minorHAnsi" w:hAnsi="PT Astra Serif" w:cs="PT Astra Serif"/>
                <w:sz w:val="28"/>
                <w:szCs w:val="28"/>
                <w:lang w:eastAsia="en-US"/>
              </w:rPr>
              <w:t>и</w:t>
            </w:r>
            <w:r w:rsidRPr="00F64998">
              <w:rPr>
                <w:rFonts w:ascii="PT Astra Serif" w:eastAsiaTheme="minorHAnsi" w:hAnsi="PT Astra Serif" w:cs="PT Astra Serif"/>
                <w:sz w:val="28"/>
                <w:szCs w:val="28"/>
                <w:lang w:eastAsia="en-US"/>
              </w:rPr>
              <w:t xml:space="preserve">лищно-коммунального хозяйства и </w:t>
            </w:r>
            <w:r w:rsidRPr="00F64998">
              <w:rPr>
                <w:rFonts w:ascii="PT Astra Serif" w:hAnsi="PT Astra Serif"/>
                <w:iCs/>
                <w:sz w:val="28"/>
                <w:szCs w:val="28"/>
              </w:rPr>
              <w:t>стр</w:t>
            </w:r>
            <w:r w:rsidRPr="00F64998">
              <w:rPr>
                <w:rFonts w:ascii="PT Astra Serif" w:hAnsi="PT Astra Serif"/>
                <w:iCs/>
                <w:sz w:val="28"/>
                <w:szCs w:val="28"/>
              </w:rPr>
              <w:t>о</w:t>
            </w:r>
            <w:r w:rsidRPr="00F64998">
              <w:rPr>
                <w:rFonts w:ascii="PT Astra Serif" w:hAnsi="PT Astra Serif"/>
                <w:iCs/>
                <w:sz w:val="28"/>
                <w:szCs w:val="28"/>
              </w:rPr>
              <w:t>ительства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F64998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D85560" w:rsidRPr="00F64998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95776</w:t>
            </w:r>
            <w:r w:rsidR="00490760"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95776</w:t>
            </w:r>
            <w:r w:rsidR="00490760"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95776</w:t>
            </w:r>
            <w:r w:rsidR="00490760"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Ульяновскому областному фонду защиты прав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граждан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тельства на финансовое обеспечение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его деятельностью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автономным учрежден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ям, функции и полномочия учредителя которых осуществляет Министерство строительства и архитектуры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области, субсидий из областного бюджета Ульяновской области на фина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выполнения ими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заданий,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1405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тие агропромышленного комплекса, сельских территорий и регулирование рынков сельскохозяйственной проду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ции, сырья и продовольствия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1405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1405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1405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 зн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чимые мероприятия в сфере развития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F64998" w:rsidRDefault="006E1FFE" w:rsidP="002B52E2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F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</w:t>
            </w:r>
            <w:r w:rsidRPr="006E1F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6E1F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бюджета Ульяновской области бюджетам муниципальных районов Ул</w:t>
            </w:r>
            <w:r w:rsidRPr="006E1F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6E1F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 в целях софинансир</w:t>
            </w:r>
            <w:r w:rsidRPr="006E1F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6E1F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 расходных обязательств, связанных с обустройством объектами инженерной инфраструктуры и благоустройством площадок, расположенных на сельских территориях под компактную жилищную застройку)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F64998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F64998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93 2 02 R5766</w:t>
            </w:r>
          </w:p>
        </w:tc>
        <w:tc>
          <w:tcPr>
            <w:tcW w:w="567" w:type="dxa"/>
            <w:shd w:val="clear" w:color="auto" w:fill="auto"/>
          </w:tcPr>
          <w:p w:rsidR="00D85560" w:rsidRPr="00F64998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490760"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F64998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F649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R5766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родской среды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 в целях благоустройства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Информационное освещение реализации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мероприятий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в средствах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2057116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1244409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469649,50193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Сбор, удаление отходов и очистка сто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вод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420428,30193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B83C2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420428,30193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420428,30193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420428,30193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доли загрязнения сточных вод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420428,30193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420428,30193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растительного и живо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мира и среды их обитания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6E1FF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в рамках непрограммных направлений </w:t>
            </w:r>
            <w:r w:rsidRPr="006E1FFE">
              <w:rPr>
                <w:rFonts w:ascii="PT Astra Serif" w:hAnsi="PT Astra Serif"/>
                <w:color w:val="000000"/>
                <w:sz w:val="28"/>
                <w:szCs w:val="28"/>
              </w:rPr>
              <w:t>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6E1FFE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6E1FF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Осуществление переданных органам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158AF" w:rsidRPr="008158A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частью 1 статьи 6 Федерального закона от 24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реля 1995 года № 52-ФЗ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 в области организации, регулиров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и охраны водных биологических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сурсов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158AF" w:rsidRPr="008158A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частью 1 статьи 6 Федерального закона от 24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реля 1995 года № 52-ФЗ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 в области охраны и использования объектов животного мира (за исключен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ем охотничьих ресурсов и водных биол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гических ресурсов)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Охрана окружающей среды и восстановление природных ресурсов 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ды и восстановление природных ресу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животного мира, ликвидация после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ствий негативного воздействия на окр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жающую среду в результате экономич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деятельности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государственного экол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гического мониторинга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вывоза твёрдых коммунал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отходов с особо охраняемых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родных территорий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88 1 01 46260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88 1 01 46260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становление природных ресурсов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парата Министерства природных ресу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и экологии Ульяновской области и подведомственных Министерству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родных ресурсов и экологии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учреждений</w:t>
            </w:r>
            <w:r w:rsidR="0003310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26033,43974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26033,43974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26033,43974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1278,96026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1278,96026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1278,96026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охраны окр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жающей среды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454262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158AF" w:rsidRPr="008158A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в соответствии с частью 1 статьи 33 Федерального закона от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24 июля 2009 года № 209-ФЗ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охоте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 о сохранении охотничьих ресурсов и о внесении изменений в отдельные закон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дательные акты Российской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 охраны и использования охотнич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их ресурсов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444220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ды и восстановление природных ресу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444220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Чистая страна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Чистая страна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входящего в состав национального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Экол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G1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384220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Ликвидация несанкционированных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лок в границах городов и наиболее опа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 накопленного экологич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ского вреда окружающей среде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G1 52420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384220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G1 52420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384220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G6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Ликвидация (рекультивация) объектов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накопленного экологического вреда, представляющих угрозу реке Волге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G6 55000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1 G6 55000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17881559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16166267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15623960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4291591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3894656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3948397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4228299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3894656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3948397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детей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158AF" w:rsidRPr="008158A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4228299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3894656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3948397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витию начального общего, основного общего и среднего общего образования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софинансиров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возника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связи с реализацией мероприятий по обеспечению антитеррористической защищённости </w:t>
            </w:r>
            <w:r w:rsidR="003515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объектов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витию дошкольного образования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4226454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3894656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3948397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индивидуальным предпринимателям и организациям, 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образовательную деятел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ность по основным общеобразовател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 программам (за исключением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и муниципальных учрежд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государственных гарантий реализации прав на получение общед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ступного и бесплатного дошкольного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4221454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3889656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3943397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4221454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3889656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3943397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ительства и архитектуры в Ульяновской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 целей, показателей и результатов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программ развития 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лищного строительства субъектов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10402148,16989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8990652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,5482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9022361,38791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10402148,16989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8990652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,5482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9022361,38791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детей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158AF" w:rsidRPr="008158A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9368081,69845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7905835,44098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7975313,64098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Внедрение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деральных государственных стандартов начального общего, основного общего и среднего общего образования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7836277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7251942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7331420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частным общеобраз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вательным организациям, связанных с осуществлением образовательной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по имеющим государственную аккредитацию основным общеобразов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тельным программам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организаций, реализующих образовательные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начального общего образования,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разовательные программы основного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образования, образовательные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 среднего общего образования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550902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финансового обеспечения государственных гарантий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реализации прав на получение общед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ступного и бесплатного дошкольного, начального общего, основного общего, среднего общего образования, а также обеспечение дополнительного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в муниципальных общеобразов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7275187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6694427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6773905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7275187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6694427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6773905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никам муниципальных общеобразов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имеющим учёную степень и замещающим (занимающим) в указанных общеобразовательных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зациях штатные должности, предусмо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ренные квалификационными справочн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ками или профессиональными станда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</w:t>
            </w:r>
            <w:r w:rsidR="00D06CC0">
              <w:rPr>
                <w:rFonts w:ascii="PT Astra Serif" w:hAnsi="PT Astra Serif"/>
                <w:color w:val="000000"/>
                <w:sz w:val="28"/>
                <w:szCs w:val="28"/>
              </w:rPr>
              <w:t>переданных органам мес</w:t>
            </w:r>
            <w:r w:rsidR="00D06CC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="00D06CC0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государственных полномочий Ульяновской области,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обучающимся 10-х (11-х) и 11-х (12-х) классов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общеобразовательных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 ежемесячных денежных выплат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вий для обучения детей с ограниченными возможностями здоровья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государственных полномочий Ульяновской области по предоставлению бесплатно специальных учебников и учебных пособий, иной учебной литературы, а также услуг су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допереводчиков и тифлосурдопереводч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ков при получении обучающимися с ограниченными возможностями здоровья образования в муниципальных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кадр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вого потенциала системы общего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статусе педагогических работников, 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педагогическую деятел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ность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ласти, связанных с организацией и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печением получения педагогическими работниками муниципальных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не реже чем один раз в три года дополнительного профе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32882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32882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витию начального общего, основного общего и среднего общего образования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598988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582282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572282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образовательного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плекса со спортивной инфраструктурой и пансионом в 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р.п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. Новоспасское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пального образования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79 1 04 18440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79 1 04 18440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инфраструктуры общего образования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79 1 04 70620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79 1 04 70620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софинансиров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возника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связи с реализацией мероприятий по обеспечению антитеррористической защищённости </w:t>
            </w:r>
            <w:r w:rsidR="003515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объектов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 в целях финансового обеспечения осуществления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по выплате род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телям или иным законным представит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лям обучающихся, получающих начал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ное общее, основное общее или среднее общее образование в форме семейного образования на территории Ульяновской области, компенсации затрат в связи с обеспечением получения такого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реализацией пилотного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Коллаборативное пространство по реализации дополнительных общеразв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вающих программ и организации непр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рывного образования педагогических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ботников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79 1 04 71410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79 1 04 71410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бесплатного горячего пит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обучающихся, получающих начал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ное общее образование в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и муниципальных образовательных организациях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516184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531359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531359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разовательного пространства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79 1 07 00000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модерниз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 школьных систем образования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854458,52345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54070,76598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54070,76598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обеспечение функциониров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центров образования естественно-научной и технологической направленн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стей в общеобразовательных организац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95678,86598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95678,86598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детских технопарков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Квант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риум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51730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21108,86598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21108,86598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51730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21108,86598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21108,86598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 по адаптированным основным общеобразовательным программам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22338,96907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22338,96907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формиров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и обеспечению функционирования единой федеральной системы научно-методического сопровождения педагог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 и управленческих кадров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новых мест в общеобразов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606139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606139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общеобразов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 за счёт средств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зервного фонда Правительства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5520F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96982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5520F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96982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Патриотическое воспитание граждан Российской Федер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федерал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Патриотическое воспит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 граждан Российской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E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советников директора по воспитанию и взаимоде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ствию с детскими общественными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объе</w:t>
            </w:r>
            <w:r w:rsidR="0001437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динениями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общеобразовательных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E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18450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E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18450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 и профе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сионального обучения в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низация образования в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программ среднего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 и основных программ профессионального обучения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поддержки развития образовательно-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производствен</w:t>
            </w:r>
            <w:proofErr w:type="spellEnd"/>
            <w:r w:rsidR="008158AF" w:rsidRPr="008158A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центров (кластеров) на основе инт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грации образовательных организаций, реализующих программы среднего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и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заций, действующих в реальном секторе экономики, в рамках федерального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Профессионалитет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 молодёжной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9726,90722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бёнка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9726,90722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в общеобразовательных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9726,90722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9726,90722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1005457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1047047,74693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1005457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1047047,74693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1005457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1047047,74693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561792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601121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620120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87076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347460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366739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357326,74693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671EC6" w:rsidRDefault="00D85560" w:rsidP="00F051DE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1E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мероприятий, направленных на обеспечение антитеррористической защ</w:t>
            </w:r>
            <w:r w:rsidRPr="00671E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671E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щённости </w:t>
            </w:r>
            <w:r w:rsidR="00671EC6" w:rsidRPr="00671E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объектов областных госуда</w:t>
            </w:r>
            <w:r w:rsidR="00671EC6" w:rsidRPr="00671E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="00671EC6" w:rsidRPr="00671E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587693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538066,02475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507716,28755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460877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451708,72475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448049,48755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 молодёжной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95431,58454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95431,58454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вий, обеспечивающих доступность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полнительных общеобразовательных программ естественно-научной и техн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ческой направленности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для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59452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грантов в форме субс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обеспечением функционир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ключевого центра дополнительн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 детей, реализующего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полнительные общеобразовательные программы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Детский техн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парк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Автономной некомме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дополнительного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Агентство технологического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развития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 центра цифрового образования детей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бёнка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36079,48454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36079,48454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центров выявления и поддер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ки одарённых детей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лизации дополнительных общеразвив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ющих программ всех направленностей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36079,48454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36079,48454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36079,48454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36079,48454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341171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356277,14021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352617,90301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D591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320847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335275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331616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,5628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D591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320847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335275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331616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,5628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D591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332355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330427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,5628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D591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защищённости 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объектов областных гос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D591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2D591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вательная среда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результ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Цифровая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разовательная среда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2D591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,3299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21001,34021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2D591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21001,34021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центров цифрового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детей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,3299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21001,34021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21001,34021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,3299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21001,34021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21001,34021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126816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инструме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тов, оборудования и материалов для 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региональных и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детских школ искусств по видам искусств путём их реконструкции и (или) капитального ремонта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55198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55198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ма и сохранение объектов культурного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наследия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1745227,88067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1781603,39742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1527631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1584547,18067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1661907,69742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1367791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 и профе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сионального обучения в Ульяновской </w:t>
            </w:r>
            <w:r w:rsidR="00B83C2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134751,08067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143389,39742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программ среднего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 и основных программ профессионального обучения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75489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78761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Возмещение затрат частных организаций в связи с оказанием студентам, принятым на обучение по профессиям, специальн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стям среднего профессионального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пределах установленных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трольных цифр приёма, соответству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щих образовательных услуг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образовательных организаций, реализующих образовательные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среднего профессионального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вания, в том числе программы професс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обучения для лиц с огран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ченными возможностями здоровья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Российской Федерации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Доступная среда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Молодые профе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сионалы (Повышение конкурентоспосо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 профессионального образования)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Молодые профессионалы (П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вышение конкурентоспособности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образования)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E6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59261,85567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64628,24742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обеспечение функциониров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центров опережающей професси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нальной подготовки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22288,86598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22288,86598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(обновление) материально-технической базы образовательных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низаций, реализующих программы сре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E6 53590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59261,85567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42339,38144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2 E6 53590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59261,85567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42339,38144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1518518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1308578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1518518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1308578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1211D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1518518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1308578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1211D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1211D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1211D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1302871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1354947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1247614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1211D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среднего професс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1211D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1211D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защищённости 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объектов областных гос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80472E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1211D6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1211D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тиводействия злоупотреблению наркот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ками и их незаконному обороту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106339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ма и сохранение объектов культурного наследия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106339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106339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Профессиональные образовательные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106339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94844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Профессиональные образовательные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среднего професс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89 1 01 80151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89 1 01 80151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готовка и повышение квалификации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на достижение целей, показателей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Повышение квалификации и переподг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товка специалистов со средним профе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сиональным и высшим медицинским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разованием для медицинских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государственной системы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предоставления профессионального (в том числе дополнительного професси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нального) образования лицам, замеща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щим государственные или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ные должности, должности гражданской службы, должности муниципальной службы в Ульяновской области, работн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кам государственных органов, лицам,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мещающим должности, не являющиеся должностями муниципальной службы в органах местного самоуправления мун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ципальных образований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обучению лиц, замещ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ющих государственные должности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государственных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данских служащих (работников)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области, лиц, замещающих выборные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пальные должности, и муниципальных служащих (работников) органов местного самоуправления муниципальных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дий организациям, осуществляющим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разовательную деятельность, в целях возмещения затрат, связанных с обучен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ем гражданских служащих на основании государственных образовательных се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тификатов на дополнительное професс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ональное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84 0 03 26070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84 0 03 26070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Подготовка управленческих кадров для организаций народного хозяйства на территории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84 0 09 00000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Подготовка управленческих кадров для организаций народного хозяйства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327054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вание развития системы санаторно-курортного лечения, в том числе детей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78 0 07 00000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проведению оздоров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тельной кампании детей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317206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210459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234624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 молодёжной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развития молодёжной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для создания условий успешной социализации и э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фективной самореализации молодёжи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субсидии Ульяновской областной организации Общероссийской общественной организации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Российский Союз Молодёжи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оказанием содействия в расширении масштабов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боты с молодёжью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автономной некомме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по развитию добр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вольчества и благотворительности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Счастливый регион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создания в Ульяновской области условий для реш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социальных проблем населения с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мощью развития благотворительности, добровольчества, разработки и внедрения качественных социальных проектов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отдыха, оздоровления детей и работников бю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жетной сферы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197968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209452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и оздоровления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197968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209452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и оздоровления детей в организациях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дыха детей и их оздоровления, за искл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чением лиц из числа детей-сирот и детей, оставшихся без попечения родителей,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тей, находящихся в трудной жизненной ситуации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 по организации и обеспечению оздоровления детей и обеспечению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дыха детей, обучающихся в общеобраз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организациях, в том числе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тей, находящихся в трудной жизненной ситуации, и детей из многодетных семей, в лагерях, организованных образовател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ными организациями, осуществляющими организацию отдыха 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проведению оздоров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тельной кампании детей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185235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191968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203452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,1127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,4373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180477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187035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,1873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198322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,0627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Субсидии областному государственному автономному учреждению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Спортивно-оздоровительный лагерь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Сокол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518972,88274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735273,02963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365598,78454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515994,68274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729356,52963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359828,18454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детей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158AF" w:rsidRPr="008158A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346629,69179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инфраструктура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результ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Информац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онная инфраструктура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D2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346629,69179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ИТ-инфраструктуры в государственных (муниципальных)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организациях, реализующих программы общего образования, в соо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ветствии с утверждённым стандартом для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 помещениях безопасного доступа к государственным,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пальным и иным информационным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стемам, а также к сети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Интернет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D2 51170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346629,69179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D2 51170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346629,69179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 молодёжной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молодёжной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детей и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лодёжи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432153,03326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376526,83784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353628,18454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266711,47553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266758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243859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Лицензирование и аккредитация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190212,07553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190258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188912,07553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188408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Независимая оценка качества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79 7 01 18270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,598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,598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закона от 29 декабря 2012 года № 273-ФЗ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образовании в Российской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дерации в сфере образования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158AF" w:rsidRPr="008158A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частью 1 статьи 7 Федерального закона от 29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кабря 2012 года № 273-ФЗ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нии в Российской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чий Российской Федерации в сфере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вательная среда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результ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Цифровая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разовательная среда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156505,25773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100569,48454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100569,48454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образовательных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 материально-технической базой для внедрения цифровой образовательной среды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156505,25773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100569,48454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100569,48454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156505,25773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100569,48454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100569,48454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витие народов России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данское общество и государственная национальная политика в Ульяновской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туса русского языка как государственн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языка Российской Федерации и сохр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нение языков народов России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81 2 10 00000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социально значимых мероприятий, направленных на сохранение и поддержку русского языка как государственного языка Российской Федерации и языков народов Российской Федерации, проживающих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81 2 10 25220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81 2 10 25220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Комплексные меры по обеспечению общественного порядка,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противодействию преступности и проф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лактике правонарушений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тиводействия злоупотреблению наркот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ками и их незаконному обороту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опасности жизнедеятельности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дарственной, в том числе социальной, поддержки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в сфере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лирование рынков сельскохозяйственной продукции, сырья и продовольствия 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ции, сырья и продовольствия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 зн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чимые мероприятия в сфере развития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 (содействие занят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 сельского населения)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1948439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2017179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1099933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1874842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1959108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1036640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витие народов России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Этнокультурное развитие народов, проживающих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08 R5160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этнокультурному и духовн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му развитию народов Российской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08 R5163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08 R5163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тиводействия злоупотреблению наркот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ками и их незаконному обороту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1874322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1959108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1036640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материально-технической базы облас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учреждений кул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туры, областных государственных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вов, областных государственных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организаций, реализующих дополнительные общеобразовательные программы в сфере иску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сств дл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 детей, областных государственных професси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нальных образовательных организаций, реализующих образовательные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среднего профессионального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в области искусств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682185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641699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ремонтно-реставрационных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работ на здании областного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ственного автономного учреждения кул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туры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346263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292020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278736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кольных театров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материально-технической базы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87470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в целях софинансирования расходных обязательств, связанных с проведением реконструкции и ремонтно-реставрационных работ зданий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 культуры,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архивов и образовательных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Поддержка творческой деятельности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укрепление материально-технической 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зы муниципальных театров в населённых пунктах с численностью населения до 300 тысяч человек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и укрепления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териально-технической базы домов кул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туры в населённых пунктах с числом 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телей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библиотек в части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плектования книжных фондов библиотек муниципальных образований и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общедоступных библиотек субъектов Российской Федерации, кроме городов Москвы и Санкт-Петербурга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R5191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R5191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02 R5191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и государственная охрана объектов кул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(памятников истории и культуры народов Российской Федер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ции, расположенных на территории </w:t>
            </w:r>
            <w:r w:rsidR="00AA18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области)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143344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555113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учреждений культуры сп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55192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55192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Техническое оснащение региональных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муниципальных музеев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Реконструкция и капитальный ремонт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гиональных и муниципальных музеев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55970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A1 55970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A2 55190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учреждений культуры, находящихся на территориях сельских поселений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A2 55193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A2 55193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A2 55194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A2 55194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культ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культура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Оцифровка книжных памятников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включение их в Национальную электро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ную библиотеку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955069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997573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955069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997573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137136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137136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351115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344436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351115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344436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областных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государственных театров, концертных и других организаций исполнительских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316248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249732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356845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316248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249732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356845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культуры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Центр народной культуры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168465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118714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168465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118714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тиводействия злоупотреблению наркот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ками и их незаконному обороту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Профилактика незаконного потребления наркотических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средств и психотропных веществ, нарк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культуры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УльяновскКинофонд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культуры, 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нематографии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46852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158AF" w:rsidRPr="008158A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том 1 статьи 9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</w:rPr>
              <w:t>1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закона от 25 июня 2002 года № 73-ФЗ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объе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тах культурного наследия (памятниках истории и культуры) народов Российской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дерации в отношении объектов культу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оритетных направлений государственной культурной политики в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Фонду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культу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ная столица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расходов, связанных с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нием его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7257833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6831640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7073763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2959256,93465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1889730,14228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2006590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,5286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2959256,93465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1889730,14228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2006590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,5286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развития системы оказания медицинской помощи, в том числе первичной медико-санитарной помощи, на территории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707C8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материально-технической базы государственных </w:t>
            </w:r>
            <w:r w:rsidR="004D3B69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</w:t>
            </w:r>
            <w:r w:rsidR="004D3B6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4D3B69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="004D3B6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4D3B69">
              <w:rPr>
                <w:rFonts w:ascii="PT Astra Serif" w:hAnsi="PT Astra Serif"/>
                <w:color w:val="000000"/>
                <w:sz w:val="28"/>
                <w:szCs w:val="28"/>
              </w:rPr>
              <w:t>ниях</w:t>
            </w:r>
            <w:r w:rsidR="009700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707C81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707C8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67E6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вание службы охраны здоровья матери и ребёнка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67E6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провед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 пренатальной (дородовой) диагн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стики нарушений развития ребёнка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67E6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67E6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реактивов и расходных матери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лов для проведения неонатального и аудиологического скринингов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67E6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67E6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опред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ление генетических полиморфизмов, 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социированных с риском тромбофилии, нарушением фолатного цикла и ант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фосфолипидного синдрома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67E6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67E6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вне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рение инновационных методов диагн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стики, профилактики и лечения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67E6A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67E6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медицинской деятельн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сти, связанной с донорством органов 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ловека в целях трансплантации (переса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ки)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заболеваниями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Борьба с сердечно-сосудистыми забол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дистых отделений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B83C2E" w:rsidRDefault="00D85560" w:rsidP="00F051DE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B705D5"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рег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онального проекта </w:t>
            </w:r>
            <w:r w:rsidR="00B705D5"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Борьба с онкологич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скими заболеваниями</w:t>
            </w:r>
            <w:r w:rsidR="00B705D5"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, направленного </w:t>
            </w:r>
            <w:r w:rsid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 достижение целей, показателей и р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зультатов федерального проекта </w:t>
            </w:r>
            <w:r w:rsidR="00B705D5"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Борьба</w:t>
            </w:r>
            <w:r w:rsid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 онкологическими заболеваниями</w:t>
            </w:r>
            <w:r w:rsidR="00B705D5" w:rsidRPr="00B83C2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ций, оказывающих медицинскую помощь больным с онкологическими заболеван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детского здравоохранения, включая создание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временной инфраструктуры оказания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дицинской помощи детям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витие детского здравоохранения, вкл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чая создание современной инфраструкт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ры оказания медицинской помощи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тям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1333313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Новое строительство или реконструкция зданий детских больниц (корпусов)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1308458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1308458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материально-технической базы государственных </w:t>
            </w:r>
            <w:r w:rsidR="009B4B7D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</w:t>
            </w:r>
            <w:r w:rsidR="009B4B7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9B4B7D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="009B4B7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9B4B7D">
              <w:rPr>
                <w:rFonts w:ascii="PT Astra Serif" w:hAnsi="PT Astra Serif"/>
                <w:color w:val="000000"/>
                <w:sz w:val="28"/>
                <w:szCs w:val="28"/>
              </w:rPr>
              <w:t>ниях</w:t>
            </w:r>
            <w:r w:rsidR="009700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1400847,33465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1728976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,9546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1400847,33465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1728976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,9546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07601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1400847,33465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1728976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,9546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588228,13721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601741,27264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648008,53179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247486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342574,34648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364801,74794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561867,63344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663520,65416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711886,37987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1953432,69779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2420121,40489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2434938,20815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1953432,69779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2420121,40489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2434938,20815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4286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медицинской проф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лактики заболеваний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4286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диспансеризации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гражданских служащих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4286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4286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развития системы оказания медицинской помощи, в том числе первичной медико-санитарной помощи, на территории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4286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материально-технической базы государственных </w:t>
            </w:r>
            <w:r w:rsidR="0061111A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</w:t>
            </w:r>
            <w:r w:rsidR="0061111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61111A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="0061111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61111A">
              <w:rPr>
                <w:rFonts w:ascii="PT Astra Serif" w:hAnsi="PT Astra Serif"/>
                <w:color w:val="000000"/>
                <w:sz w:val="28"/>
                <w:szCs w:val="28"/>
              </w:rPr>
              <w:t>ниях</w:t>
            </w:r>
            <w:r w:rsidR="009700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4286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4286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поликлиники в микрора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Юго-Западный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Засвияжского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она города Ульяновска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54286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542869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54286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лекарственного обеспечения жителей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1293562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1255145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1255145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Совершенствование системы лекарстве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обеспечения отдельных категорий граждан, в том числе страдающих жи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неугрожающими и хроническими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грессирующими редкими (орфанными) заболеваниями, приводящими к сокращ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продолжительности жизни граждан или их инвалидности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детей, страдающих саха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 диабетом 1-го типа, медицинскими изделиями для непрерывного монитори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 глюкозы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отдельных полномочий в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 лекарственного обеспечения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карственными препаратами для медици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ского применения по рецептам на лека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ственные препараты, медицинскими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делиями по рецептам на медицинские 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делия, а также специализированными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продуктами лечебного питания для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тей-инвалидов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заболеваниями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Борьба с сердечно-сосудистыми забол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профилактики развития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сердечно-сосудистых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заболеваний и се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дечно-сосудистых осложнений у пацие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 высокого риска, находящихся на ди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пансерном наблюдении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федерал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P3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вакцинации против пневм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кокковой инфекции граждан старше 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доспособного возраста из групп риска, проживающих в организациях социал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532310,29779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677817,60815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532310,29779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677817,60815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07601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532310,29779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677817,60815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76677,22474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81115,96745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33970,08292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,2922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432893,58905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501495,02952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539965,69195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Медицинская помощь в дневных стаци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нарах всех типов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07601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55742,49409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60462,46903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65759,72911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163283,49344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183843,70058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197621,88905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здравоохранения 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163283,49344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183843,70058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197621,88905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зания первичной медико-санитарной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мощи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152621,88905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152621,88905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07601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152621,88905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152621,88905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07601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Заготовка, переработка, хранение и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печение безопасности донорской крови и её компонентов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ятельности государственного заказчика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07601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Санитарно-эпидемиологическое благоп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лучие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07601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здравоохран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1797985,68134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1912054,50953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1970166,11172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в рамках непрограммных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106687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Пени, штрафы за неуплату страховых взносов на обязательное медицинское страхование неработающего населения в установленный срок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0C42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областной государственной бюджетной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специал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зированной организации для оказания помощи лицам, находящимся в состо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нии алкогольного, наркотического или иного токсического опьянения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расходов, связанных с ок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занием медицинскими организациями, подведомственными органам исполн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тельной власти субъектов Российской Федерации, органам местного сам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управления, гражданам Российской 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дерации, гражданам Украины, гражданам Донецкой Народной Республики,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данам Луганской Народной Республики и лицам без гражданства медицинской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мощи, а также затрат по проведению ук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занным лицам профилактических прив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вок, включённых в календарь профила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тических прививок по эпидемическим показаниям, и затрат по проведению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зательного медицинского освидетел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ствования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1685276,48134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1780845,30953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1838956,91172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медицинской проф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лактики заболеваний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Иммунопрофилактика инфекционных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болеваний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вание оказания специализированной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дицинской помощи, скорой медицинской помощи и медицинской эвакуации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78458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78458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паллиативной медицинской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вне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рение инновационных методов диагн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стики, профилактики и лечения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рации высокотехнологичной медици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не включённой в базовую программу обязательного медицинского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лекарственного обеспечения жителей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расходов на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ганизационные мероприятия, связанные с обеспечением лиц лекарственными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паратами, предназначенными для леч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больных гемофилией, муковисцид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зом, гипофизарным нанизмом, болезнью Гоше, злокачественными новообразов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ниями лимфоидной, кроветворной и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им тканей, рассеянным склер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зом, гемолитико-уремическим синдр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мом, юношеским артритом с системным началом, мукополисахаридозом I, II и VI типов, апластической анемией неуто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нённой, наследственным дефицитом фа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торов II (фибриногена), VII (лабильного), X (Стюарта-Прауэра), а также после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трансплантации органов и (или) тканей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функций в сфере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Платежи на финансовое обеспечение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ализации территориальной программы обязательного медицинского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Социальная поддержка медицинских работников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медицинских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служебных жилых пом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щений (квартир) для медицинских рабо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на достижение целей, показателей </w:t>
            </w:r>
            <w:r w:rsidR="00B83C2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Призвание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мационной системы </w:t>
            </w:r>
            <w:r w:rsidR="008D0CD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сфере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здравоохр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нения (ЕГИСЗ)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результ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единого цифрового контура в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охранении на основе единой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16567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сфере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здравоохранения (ЕГИСЗ)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N7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,9691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,9691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7878F2" w:rsidRDefault="00D85560" w:rsidP="00F051DE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Реализация регионального проекта </w:t>
            </w:r>
            <w:r w:rsidR="00B705D5"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здание единого цифрового контура в </w:t>
            </w:r>
            <w:r w:rsidR="007878F2"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сф</w:t>
            </w:r>
            <w:r w:rsidR="007878F2"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="007878F2"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ре </w:t>
            </w:r>
            <w:r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здравоохранении на основе единой государственной информационной сист</w:t>
            </w:r>
            <w:r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мы в сфере здравоохранения (ЕГИСЗ)</w:t>
            </w:r>
            <w:r w:rsidR="00B705D5" w:rsidRPr="007878F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N7 51140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,9691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,9691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N7 51140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,9691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,9691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первичного звена здравоохранения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казателей и результатов федерального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первичного 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 здравоохранения Российской Федер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390832,67063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390832,17489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390832,17489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региональных проектов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53650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390832,67063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390832,17489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390832,17489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(капитальный ремонт объе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 недвижимого имущества)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349962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349962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автомобильн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транспорта (за исключением автом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билей скорой медицинской помощи)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медицинского оборудования для оснащения (дооснащ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ния) медицинских организаций)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15267,65421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15267,65421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региональных проектов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охранения (капитальное строительство (реконструкция) 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ганизаций)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21999,66332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89997,47489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89997,47489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21999,66332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89997,47489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89997,47489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994389,03161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1090488,79054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1148600,39273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994389,03161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1090488,79054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1148600,39273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07601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916921,03161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1012976,29054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1071087,89273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273838,35439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284999,14544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309450,79826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48140,00721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52597,97971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449996,20722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477097,22287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506297,77336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2739,91502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,3414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Погашение кредиторской задолженности государственных 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работающих в системе обязательн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медицинского страхования, подтве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ждённой исполнительными листами и решениями налоговых органов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по обеспечению противопожарной безопасности в 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>здан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государственных 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по обеспечению антитеррористической защищённости 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объектов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государственных </w:t>
            </w:r>
            <w:r w:rsidR="001122CD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тестиров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нию </w:t>
            </w:r>
            <w:r w:rsidR="00D92FC0">
              <w:rPr>
                <w:rFonts w:ascii="PT Astra Serif" w:hAnsi="PT Astra Serif"/>
                <w:color w:val="000000"/>
                <w:sz w:val="28"/>
                <w:szCs w:val="28"/>
              </w:rPr>
              <w:t>отдельных категорий лиц, прожив</w:t>
            </w:r>
            <w:r w:rsidR="00D92FC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D92FC0">
              <w:rPr>
                <w:rFonts w:ascii="PT Astra Serif" w:hAnsi="PT Astra Serif"/>
                <w:color w:val="000000"/>
                <w:sz w:val="28"/>
                <w:szCs w:val="28"/>
              </w:rPr>
              <w:t>ющих на территории Ульяновской обл</w:t>
            </w:r>
            <w:r w:rsidR="00D92FC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D92FC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сти,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 новую коронавирусную инфе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цию (COVID-19)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34851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34851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в соответствии с частью 1 статьи 15 Федерального закона от 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21 ноября 2011 года № 323-ФЗ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осн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вах охраны здоровья граждан в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сфере охраны здоровья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34851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34851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34851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034851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034851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034851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лактике правонарушений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объёмов потребления населением алк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гольной продукции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тиводействия злоупотреблению наркот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ками и их незаконному обороту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Меры по сове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шенствованию системы лечения,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адаптации и реабилитации нарк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потребителей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23986338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24358213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24353356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развитие трудовых ресурсов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бочем месте, развитие социального пар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от 19 апреля 1991 года № 1032-I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отдельным категориям граждан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Доплаты к пенсиям государственных гражданских служащих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145356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143269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174694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2267774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2455064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2364230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2267774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2455064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2364230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социального обслуживания и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195024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191480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социального обслуживания и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102161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стемы социальной защиты и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89608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антите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рористической защищённости подведо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юридическим лицам, не явл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ющимся государственными (муниц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пальными) учреждениями, индивидуал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 предпринимателям, оказывающим услуги в области социального обслуж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социальной реабилитации и ресоциализации лиц, потребляющих наркотические средства и психотропные вещества в немедицинских целях, на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80 2 03 17060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80 2 03 17060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федерал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P3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60439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долговременного ух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 за гражданами пожилого возраста и инвалидами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P3 51630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60439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P3 51630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60439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2205073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подведомственных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2205073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нительному органу Ульяновской области, уполномоченному в сфере социального обслуживания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2205073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2172750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623690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591366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1435051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1468700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1468700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12899433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13229613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13573123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граждан, установленных Федеральным законом от 12 января 1995 года № 5-ФЗ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7 мая 2008 года № 714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нии жильём ветеранов Великой Отеч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войны 1941-1945 годов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развитие трудовых ресурсов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бочем месте, развитие социального пар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от 19 апреля 1991 года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№ 1032-I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279704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279704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279704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277704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277704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277704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5685541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функций в сфере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5565393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Страховые взносы на обязательное мед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цинское страхование неработающего населения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5565393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5565393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Социальная поддержка медицинских работников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медицинских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Единовременные компенсационные 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платы медицинским работникам (врачам, фельдшерам, а также акушеркам и мед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цинским сёстрам фельдшерских и фел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дшерско-акушерских пунктов), прибы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шим (переехавшим) на работу в сельские населённые пункты, либо рабочие посё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ки, либо посёлки городского типа, либо города с населением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Выплата стипендий студентам, интернам и ординаторам, обучающимся по догов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рам о целевом обучении в образовател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организациях высшего образования по специальностям высшего образования укрупнённой группы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Здравоохранение 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медицинские науки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детей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витию дошкольного образования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государственных полномочий Ульяновской области</w:t>
            </w:r>
            <w:r w:rsidR="009D0B7F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единовреме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 педагогическим работникам муниципальных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реализующих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разовательную программу дошкольного образования, имеющим статус молодых специалистов (за исключением педагог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работников, работающих и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живающих в сельских населённых пун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тах, рабочих посёлках (посёлках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ского типа) Ульяновской области)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пенсационных выплат учителям,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бывшим (переехавшим) на работу в 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 молодёжной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поте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циала талантливых молодых людей, в том числе являющихся молодыми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алистами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отдыха, оздоровления детей и работников бю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жетной сферы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и оздоровления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оздоровления работников бюджетной сферы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софинансирования расходных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зательств, возникающих в связи с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зацией деятельности по оздоровлению работников органов местного самоупра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ления, муниципальных органов и мун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 муниципальных образований Ульяновской области,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мещающих в них должности, не явля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щиеся муниципальными должностями или должностями муниципальной слу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6819454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6948230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7291898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6817159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6945800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7289468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отдельным категориям граждан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5722527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5783840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6067436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услуг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291117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294307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344307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285901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288951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338951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Компенсация отдельным категориям граждан расходов по оплате жилых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коммунальных услуг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118083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116364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118364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адресной материальной помощи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303676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просов, связанных с оказанием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помощи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ремонт протезно-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ортопедических изделий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26962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1384034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1507991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1575033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1355819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1478386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1545428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пострадавшими от политических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9 января 2008 года № 10-ЗО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звании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Ветеран труда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1147392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1235544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1122974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1210120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1299852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Выплата социального пособия на погр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бение и возмещение расходов по гара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тированному перечню услуг по погреб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июля 2013 года № 112-ЗО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допо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нительных мерах социальной поддержки, предоставляемых супругам, детям и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дителям лиц, замещавших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ные должности Ульяновской области, должности государственной гражданской службы Ульяновской области или дол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 в государственных органах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не являющиеся дол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ностями государственной гражданской службы Ульяновской области, и поги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ших при исполнении должностных (тр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довых) обязанностей или умерших всле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ствие ранения, контузии, заболевания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увечья, полученных при исполнении должностных (трудовых) обязанностей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держки педагогическим работникам,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ботающим и (или) проживающим в 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ских населённых пунктах, рабочих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сёлках (посёлках городского типа)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340294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333483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Оказание мер социальной поддержки 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еннослужащим, сотрудникам правоохр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нительных органов и членам их семей, а также членам семей военнослужащих, лиц, проходящих службу в войсках нац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ональной гвардии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4 ноября 2003 года № 056-ЗО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поддержке инвалидов боевых действий, проживающих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поддержке родителей и супр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гов военнослужащих, прокурорских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ботников, сотрудников органов внутре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них дел, Федеральной службы безопасн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 Российской Федерации, органов уг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ловно-исполнительной системы Мин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стерства юстиции Российской Федер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ции, погибших при исполнении обяза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ностей военной службы, служебных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занностей или умерших вследствие ран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ния, контузии, заболеваний, увечья,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лученных при исполнении обязанностей военной службы, служебных обязанн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стей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деятельности народных дружин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держки и социального обслуживания 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цам, страдающим психическими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№ 150-ЗО </w:t>
            </w:r>
            <w:r w:rsidR="009D0B7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Единовременная выплата за вред, прич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нённый при оказании противотуберк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лёзной помощи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тегорий граждан, оказание мер социал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которым относится к 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дению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Оказание мер социальной поддержки творческим работникам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9 ноября 2010 года № 177-ЗО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рах социальной поддержки инвалидов и участников Великой Отечественной 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ны, ветеранов боевых действий, бывших несовершеннолетних узников концлаг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рей, гетто и других мест принудительн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содержания, созданных фашистами и их союзниками в период второй мировой войны,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Выплата компенсации в случае фактич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ского увеличения размера вносимой гражданами платы за коммунальные услуги, превышающего предельные (ма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симальные) индексы изменения размера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вносимой гражданами платы за комм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нальные услуги в муниципальных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4 апреля 2011 года № 47-ЗО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поддержке жён граждан, уволе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жилого помещ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и (или) коммунальных услуг отдел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государственным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данским служащим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27 сентября 2016 года № 137-ЗО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особенностях правового положения граждан, родившихся в период с 1 января 1927 года по 31 декабря 1945 года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75367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допо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нительных мерах социальной поддержки работников противопожарной службы Ульяновской области, профессиональных аварийно-спасательных служб и профе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1 июля 2016 года № 87-ЗО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ставлении в 2016-2023 годах детям-сиротам и детям, оставшимся без попеч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родителей, а также отдельным кат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гориям лиц из их числа, являющимся собственниками жилых помещений в многоквартирных домах, расположенных на территории Ульяновской области, ежемесячной компенсации расходов на уплату взноса на капитальный ремонт общего имущества в таких многоква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тирных домах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24 ноября 1995 года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181-ФЗ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защите инв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лидов в Российской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переданного полномочия Российской Федерации по осуществл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ежегодной денежной выплаты 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цам, награждённым нагрудным знаком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Почётный донор России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132035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135328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135328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Выплата государственного единовреме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пособия и ежемесячной денежной компенсации гражданам при возникнов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нии поствакцинальных осложнений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соответствии с Федеральным законом от 17 сентября 1998 года № 157-ФЗ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иммунопрофилактике инфекционных 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лезней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рах государственной поддержки общ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объединений пожарной охраны и добровольных пожарных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жарной безопасности в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наградах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№ 73-ЗО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дополнительных мер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поддержки военнослужащих, проходящих военную службу по приз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с военной службы по призыву,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 и о внесении изменений в отдельные законодательные акты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создания усл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вий для повышения престижа и привл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службы по приз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ву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тракта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480813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493722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467255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482763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456174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тирном доме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семьям с детьми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1094631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1161959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1222032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263386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279774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309774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275326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305326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90198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97913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социал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поддержке детей военнослужащих, прокурорских работников, сотрудников органов внутренних дел, Федеральной службы безопасности Российской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рации, органов уголовно-исполнительной системы Министерства юстиции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и органов Министерства Российской Федерации по делам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данской обороны, чрезвычайным ситу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циям и ликвидации последствий стихи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бедствий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мерах социальной 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держки семей, имеющих детей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217407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217407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менных социальных выплат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ставлении на территории Ульяновской области отдельным категориям инвал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дов, имеющих детей, дополнительной меры социальной поддержки в сфере оплаты жилых помещений частного 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лищного фонда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потерь в доходах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 железнодорожного транспорта,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занных с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предоставлением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новорождённых детей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дарочными комплектами детских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надлежностей для новорождённого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бёнка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Единовременная денежная выплата в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зи с рождением первого ребёнка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выплаты взамен земельного участка гражданам, имеющим трёх и более детей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 обеспечении полноценным питанием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беременных женщин, кормящих матерей, а также детей в возрасте до трёх лет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нек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торых мерах по улучшению демограф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ческой ситуации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143823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151776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151776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143739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подведомственных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пространства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нальная политика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молодым специалистам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сов статуса молодых специалистов </w:t>
            </w:r>
            <w:r w:rsidR="00B2069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ительства и архитектуры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жилыми помещениями граждан, относ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щихся к категориям, установленным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конодательством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дарственной, в том числе социальной,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сурсов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и защита лесов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вого спорта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финансового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расходных обязательств, связанных с реализацией Закона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ции, сырья и продовольствия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комфортного проживания в 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местности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бюджетам муниципальных районов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в целях софинанс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рования расходных обязательств, связа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с улучшением жилищных условий граждан, проживающих на сельских 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риториях)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 зн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чимые мероприятия в сфере развития сельских территорий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теринарной службы Российской Федер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ветеринарной службы Российской Федерации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учреждений ветеринарии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8128682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8256347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7990267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463305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детей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витию дошкольного образования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по предоставл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родителям (законным представит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лям) детей, посещающих муниципальные и частные образовательные организации, реализующие образовательную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му дошкольного образования, компенс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 части внесённой в соответствующие образовательные организации родител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платы за присмотр и уход за детьми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461553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роприятий молодёжной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поте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циала талантливых молодых людей, в том числе являющихся молодыми спец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алистами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талантл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вым и одарённым обучающимся, педаг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гическим и научным работникам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нек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торых мерах по улучшению демограф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ческой ситуации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№ 73-ЗО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дополнительных мер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поддержки военнослужащих, проходящих военную службу по приз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призыву,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 и о внесении изменений в отдельные законодательные акты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создания усл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вий для повышения престижа и привл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службы по приз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ву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7352296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7703511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7416409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7088292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7419466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7148100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семьям с детьми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4256220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4472454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4204605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бюджету Фонда пенсионного и социального страхования Российской Федерации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 осуществление ежемеся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денежной выплаты на ребёнка в 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расте от восьми до семнадцати лет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1133011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1245829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1133011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1245829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1112960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государственной власти субъектов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сийской Федерации в соответствии с пунктом 3 статьи 25 Федерального закона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24 июня 1999 года № 120-ФЗ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новах системы профилактики безнадзо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 и правонарушений несовершенн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летних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рации по осуществлению деятельности, связанной с перевозкой между субъект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ми Российской Федерации, а также в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>пределах территорий государств –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ников Содружества Независимых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 несовершеннолетних, самовольно ушедших из семей, организаций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тей-сирот и детей, оставшихся без поп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чения родителей, образовательных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низаций и иных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3106068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3209484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3074504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55963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54666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3050104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3154817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3019838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</w:t>
            </w:r>
            <w:r w:rsidR="009D0B7F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 счёт средств областного бюджета Ульяновской области сверх установле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уровня софинансирования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детям-сиротам, лицам из их числа, гражданам, принявшим на воспитание детей-сирот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902450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936006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973594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оставшихся без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родителей,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Ежемесячная денежная выплата лицам из числа детей-сирот и детей, оставшихся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без попечения родителей, обучающимся в муниципальных образовательных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низациях, находящихся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Ремонт жилых помещений, принадлеж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а также лиц из числа детей-сирот и детей, оставшихся без попечения родит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на медицинское обеспечение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а также лиц из числа детей-сирот и детей, оставшихся без попечения родит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на образование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80 1 03 13060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осущест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ежемесячной денежной выплаты на обеспечение проезда детей-сирот и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а также лиц из числа детей-сирот и детей, оставшихся без попечения родит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обучающихся в муниципальных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организациях, на горо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ском, пригородном, в сельской местности на внутрирайонном транспорте (кроме такси), а также проезда один раз в год к месту жительства и обратно к месту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20763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государственных полномочий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осущест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ежемесячной выплаты на соде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жание ребёнка в семье опекуна (попеч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теля) и приёмной семье, а также по 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ществлению выплаты вознаграждения, причитающегося приёмному родителю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80 1 03 71050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828893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859565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80 1 03 71050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828893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859565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осущест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лением опеки и попечительства в отн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шении несовершеннолетних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32985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держка семей при рождении детей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поддержка семей при рождении детей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Р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1929621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2011005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1969900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ежемесячной денежной выплаты, назначаемой в случае рождения третьего ребёнка или последующих детей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 достижения ребёнком возраста трёх лет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Р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50840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1022648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981543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Р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50840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979293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1022648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981543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вого ребёнка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Р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55730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950328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1 Р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55730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950328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988357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социального обслуживания и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социального обслуживания и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стемы социальной защиты и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антите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рористической защищённости подведо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организаций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8659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подведомственных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нительному органу Ульяновской области, уполномоченному в сфере социального обслуживания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214940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313081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472505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ительства и архитектуры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313081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472505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жилыми помещениями граждан, относ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щихся к категориям, установленным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конодательством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313081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472505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 за наём (поднаём) жилого помещения детям-сиротам,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тям, оставшимся без попечения родит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а также лицам из числа детей-сирот и детей, оставшихся без попечения род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телей,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 за счёт средств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сверх установленного уровня софинанс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343924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539091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259269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242816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бюджетам муниципальных образований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 в целях финанс</w:t>
            </w:r>
            <w:r w:rsidR="009D45AF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r w:rsidR="009D45A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9D45AF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обеспечением функционир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Центра активного долголетия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11 0 00 74300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11 0 00 74300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развитие трудовых ресурсов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бочем месте, развитие социального пар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от 19 апреля 1991 года № 1032-I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пенсационных выплат на приобретение жилья фельдшерам и медицинским сёс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рам фельдшерских здравпунктов и фел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дшерско-акушерских пунктов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480137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188021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тие социального обслуживания и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337091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ступности приоритетных объектов и услуг в приоритетных сферах жизнеде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инвалидов и других малом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бильных групп населения в областных государственных организациях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информационных, просвет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тельских и общественных мероприятий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80 2 01 14010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80 2 01 14010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уровня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ступности приоритетных объектов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 населения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услуг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социального обслуживания и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альной защиты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Мероприятия, предусмотренные для строительства жилого корпуса с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щеблоком в с. Водорацк Барышского района Ульяновской области для Облас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государственного автономного учреждения социального обслуживания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Специальный дом-интернат для прест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релых и инвалидов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с. Акшуат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80 2 02 17021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80 2 02 17090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муниципальных образований Ульяновской области в целях финансов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расходных обязательств, связанных с приобретением автомобилей для организации и осуществления мер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приятий по работе с семьями, имеющих детей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80 2 02 74310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80 2 02 74310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энергосбережению и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вышению энергетической эффективности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6915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Ульяновской областной организации Общероссийской общ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ственной организации инвалидов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российское ордена Трудового Красного Знамени общество слепых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80 2 03 17100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80 2 03 17100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федерал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P3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288407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программ, направленных на обеспечение безопа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и комфортных условий предоставл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социальных услуг в сфере социал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P3 51210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288407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2 P3 51210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288407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государственного органа Ульяновской области и его территор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ального управления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59187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функций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ториальных органов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79111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79111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79111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подведомственных организ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единовременного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нежного поощрения призёрам регионал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этапа Всероссийского конкурса профессионального мастерства в сфере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80 3 02 17011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ительства и архитектуры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жилыми помещениями граждан, относ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щихся к категориям, установленным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конодательством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единовременных выплат на приобретение жилых помещений с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отдельным работникам организаций, осуществляющих на терр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тории Ульяновской области деятельность в сфере информационных технологий </w:t>
            </w:r>
            <w:r w:rsidR="00B2069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 отрасли авиастроения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дополнительной соц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молодым семьям на приобретение (строительство) жилых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мещений при рождении ребёнка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софинансирования расходных об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зательств, возникающих в связи с пред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ставлением единовременных выплат на приобретение жилых помещений рабо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никам муниципальных учреждений,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стоянно проживающим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1250928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1171440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899022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400183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400183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400183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350077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400183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338122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Субсидии областному государственному автономному учреждению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спортивными сооружениями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252980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307738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245735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252980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307738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245735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Волга-спорт-арена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97096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288276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вого спорта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денежные выплаты на приобретение жилого помещения трен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рам, прибывшим (переехавшим) в 2021-2023 годах в отдельные населённые пункты, расположенные на территории Ульяновской области, для работы в кач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 тренера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Субсидии региональной общественной организации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Олимпийский совет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его уставной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Фонду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физической культуры и спорта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Триумф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затрат в целях разв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тия физической культуры и спорта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программы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Всеобуч по пл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ванию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ние лиц, проживающих на территории Ульяновской области и имеющих выд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ющиеся достижения и особые заслуги перед Российской Федерацией в области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физической культуры и спорта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материально-технической базы деятел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 в сфере физической культуры и спорта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34132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реконструкция, ремонт объектов спорта, подготовка проектной документации, проведение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ной экспертизы проектной документации создаваемых объектов спорта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тельств муниципальных образований Ульяновской области, связанных с реал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зацией мероприятий по созданию объе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в том числе на основании концессионных соглашений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в целях софинансирования расходных обяз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тельств, возникающих при ремонте </w:t>
            </w:r>
            <w:r w:rsidR="0001437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объектов спорта, установке спортивных кортов и плоскостных площадок, созд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нии спортивных манежей, в том числе приобретении оборудования и благ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устройстве прилегающей территории, обустройстве объектов городской инфр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структуры, парковых и рекреационных зон, находящихся в муниципальной со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ственности, для занятий физической культурой и спортом, в том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числе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видами спорта, популярными в молодёжной ср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де, а также для проведения физкульту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и спортивных мероприятий в рамках реализации государственной программы, в том числе погашение кредиторской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долженности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Федеральный проект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Бизнес-спринт (Я выбираю спорт)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сийской Федерации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культуры и спорта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89 0 06 00000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и монтаж оборудования для 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умных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спортивных площадок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06 R7530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06 R7530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целей, показателей и результатов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203644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и модернизация объектов спо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тивной инфраструктуры региональной (муниципальной) собственности для 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нятий физической культурой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150214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150214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Оснащение объектов спортивной инфр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структуры спортивно-технологическим оборудованием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8125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календарного плана областных, международных, вс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российских физкультурных и спортивных мероприятий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Внедрение Всероссийского физкульту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но-спортивного комплекса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Готов к тр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ду и обороне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595382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499835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515204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595382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499835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515204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участия спо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тивных клубов по игровым видам спорта в соответствующих спортивных мер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приятиях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чемпионов (призёров) Олимпийских, </w:t>
            </w:r>
            <w:proofErr w:type="spell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Паралимпийских</w:t>
            </w:r>
            <w:proofErr w:type="spell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Сурдлимпийских игр, чемпионов мира и Европы по олимпи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ским видам программ в форме единовр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менной денежной выплаты на приобр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тение жилого помещения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материально-технической базы деятел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ности в сфере физической культуры и спорта на территории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ализацию комплекса мероприятий,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занных с эффективным использованием тренировочных площадок после провед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чемпионата мира по футболу 2018 года в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 подготовки спортивного резерва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–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норма жизни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7D134C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4946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543683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467889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492258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543683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467889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492258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Центр спортивной подготовки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Учреждения, реализующие программы спортивной подготовки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509503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437044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460688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60186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56956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56956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442409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379194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400367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исполнителей и соисполнит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лей государственной программы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нами, казёнными учреждениями, орган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16354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227013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187813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185813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витие народов России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этнокул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турного развития народов России,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живающих на территории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организациям, осуществля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щим производство, распространение и тиражирование социально значимых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грамм в сфере электронных средств ма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B20693" w:rsidRDefault="00D85560" w:rsidP="00F051DE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B705D5"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информацио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 пространства на территории Уль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</w:t>
            </w:r>
            <w:r w:rsidR="00B705D5"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Ульяновской области </w:t>
            </w:r>
            <w:r w:rsidR="00B705D5"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ское общество и государственная наци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нальная политика в Ульяновской области</w:t>
            </w:r>
            <w:r w:rsidR="00B705D5" w:rsidRPr="00B2069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обеспечения деятельности юрид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ческих лиц, осуществляющих произво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ство и выпуск теле-, радиопрограмм, св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занных с освещением социально знач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мых событий общественной, экономич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и культурной жизни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51199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продукции сетевого изд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 и предоставление доступа к нему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телеради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компаний, учреждённых Правительством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тел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программ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в области периодических п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чатных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пространства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нальная политика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сфере обеспечения деятельности юрид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ческих лиц, осуществляющих произво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ство и выпуск номеров периодических печатных изданий, учредителем которых является Правительство Ульяновской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областным автономным учр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ждениям в сфере периодических печа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средств масс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вой информации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ного пространства на территории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нальная политика в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информационной политики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творческих конкурсов и 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матических семинаров в сфере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Обслуживание государственного (м</w:t>
            </w: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ниципального) долга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Своевременное исполнение обязательств по обслужив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государственного долга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95 0 01 00000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ципального) долга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Межбюджетные трансферты общего характера бюджетам бюджетной с</w:t>
            </w: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стемы Р</w:t>
            </w: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оссийской </w:t>
            </w: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Ф</w:t>
            </w: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едерации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4145347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4229772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4332998</w:t>
            </w:r>
            <w:r w:rsidR="00490760"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3409275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3409275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Выравнивание бюджетной обеспеченности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(городских округов)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3409275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 Ульяновской обл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3409275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3409275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961273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847819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620850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районов и городских округов Ульяновской области, достигших наилучших значений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показателей роста объёма доходов местных бюджетов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Дотации муниципальным образованиям Ульяновской области в целях содействия достижению и (или) поощрения дост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жения наилучших значений показателей для оценки </w:t>
            </w: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эффективности деятельности органов местного самоуправления горо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</w:t>
            </w:r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муниципальных районов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муниципальных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онов и городских округов Ульяновской области, достигших наилучших результ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тов оценки качества управления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пальными финансами в муниципальных образованиях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муниципальных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онов и городских округов Ульяновской области, обеспечивших увеличение </w:t>
            </w:r>
            <w:r w:rsidR="003D716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объёма налоговых доходов областного бюджета Ульяновской области от уплаты налога, взимаемого в связи с применен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ем упрощённой системы налогооблож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городских и сельских поселений Ульяновской области, кот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рым по результатам проведения ежего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областного конкурса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Лучшие 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родские и сельские поселения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присвоены звания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шее городское поселение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Лучшее сельское поселение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Дотации бюджетам поселений и горо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области, 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ляющихся победителями регионального этапа Всероссийского конкурса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Лучшая муниципальная практика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вания детей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2035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витию начального общего, основного общего и среднего общего образования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 в целях компенс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ции расходов учредителя муниципальной образовательной организации, реализ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ющей основные общеобразовательные программы, на организацию бесплатной перевозки обучающихся в данной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зовательной организации и прожива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щих на территории иного муниципальн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района (городского округа)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620261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507307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280338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по обеспечению сбалансированности бюджетов муниципальных районов (г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округов)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95 0 03 00000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620261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507307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280338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муниципальных ра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онов и городских округов Ульяновской области на поддержку мер по обеспеч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нию сбалансированности местных бю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жетов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620261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507307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280338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620261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507307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280338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Прочие межбюджетные трансферты 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284074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282611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284074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282611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Выравнивание бюджетной обеспеченности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(городских округов)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184074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202611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на финансовое обеспечение расходных обязательств, связанных с расчётом и предоставлением дотаций на 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выравнивание бюджетной обеспеченн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сти бюджетам городских, сельских пос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лений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184074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202611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184074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202611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222872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Поддержка мес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ных инициатив на территории Ульяно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B705D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95 0 04 00000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</w:t>
            </w:r>
            <w:r w:rsidR="007919C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 целях софинансирования расходных обязательств, связанных с реализацией проектов развития муниципальных обр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зований Ульяновской области, подгото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ленных на основе местных инициатив граждан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95 0 04 70420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95 0 04 70420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490760" w:rsidRPr="00D8556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85560" w:rsidRPr="00D85560" w:rsidTr="00D85560">
        <w:tc>
          <w:tcPr>
            <w:tcW w:w="5258" w:type="dxa"/>
            <w:gridSpan w:val="2"/>
            <w:shd w:val="clear" w:color="auto" w:fill="auto"/>
            <w:vAlign w:val="center"/>
          </w:tcPr>
          <w:p w:rsidR="00D85560" w:rsidRPr="00D85560" w:rsidRDefault="00D85560" w:rsidP="00F051DE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4" w:type="dxa"/>
            <w:shd w:val="clear" w:color="auto" w:fill="auto"/>
          </w:tcPr>
          <w:p w:rsidR="00D85560" w:rsidRPr="00D85560" w:rsidRDefault="00D85560" w:rsidP="00F051DE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D85560" w:rsidRPr="00D85560" w:rsidRDefault="00D85560" w:rsidP="00F051DE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88277920,82273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81727975,52111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5560" w:rsidRPr="00D85560" w:rsidRDefault="00D85560" w:rsidP="00F051DE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556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80771755,39704</w:t>
            </w:r>
          </w:p>
        </w:tc>
      </w:tr>
    </w:tbl>
    <w:p w:rsidR="0005728C" w:rsidRPr="0005728C" w:rsidRDefault="0005728C" w:rsidP="0005728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05728C" w:rsidRPr="0005728C" w:rsidSect="0025047B">
      <w:headerReference w:type="default" r:id="rId9"/>
      <w:pgSz w:w="16840" w:h="11907" w:orient="landscape" w:code="9"/>
      <w:pgMar w:top="1701" w:right="1134" w:bottom="567" w:left="1134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2E2" w:rsidRDefault="002B52E2">
      <w:r>
        <w:separator/>
      </w:r>
    </w:p>
  </w:endnote>
  <w:endnote w:type="continuationSeparator" w:id="0">
    <w:p w:rsidR="002B52E2" w:rsidRDefault="002B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2E2" w:rsidRDefault="002B52E2">
      <w:r>
        <w:separator/>
      </w:r>
    </w:p>
  </w:footnote>
  <w:footnote w:type="continuationSeparator" w:id="0">
    <w:p w:rsidR="002B52E2" w:rsidRDefault="002B5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97960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B52E2" w:rsidRPr="0025047B" w:rsidRDefault="002B52E2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25047B">
          <w:rPr>
            <w:rFonts w:ascii="PT Astra Serif" w:hAnsi="PT Astra Serif"/>
            <w:sz w:val="28"/>
            <w:szCs w:val="28"/>
          </w:rPr>
          <w:fldChar w:fldCharType="begin"/>
        </w:r>
        <w:r w:rsidRPr="0025047B">
          <w:rPr>
            <w:rFonts w:ascii="PT Astra Serif" w:hAnsi="PT Astra Serif"/>
            <w:sz w:val="28"/>
            <w:szCs w:val="28"/>
          </w:rPr>
          <w:instrText>PAGE   \* MERGEFORMAT</w:instrText>
        </w:r>
        <w:r w:rsidRPr="0025047B">
          <w:rPr>
            <w:rFonts w:ascii="PT Astra Serif" w:hAnsi="PT Astra Serif"/>
            <w:sz w:val="28"/>
            <w:szCs w:val="28"/>
          </w:rPr>
          <w:fldChar w:fldCharType="separate"/>
        </w:r>
        <w:r w:rsidR="0098680E">
          <w:rPr>
            <w:rFonts w:ascii="PT Astra Serif" w:hAnsi="PT Astra Serif"/>
            <w:noProof/>
            <w:sz w:val="28"/>
            <w:szCs w:val="28"/>
          </w:rPr>
          <w:t>303</w:t>
        </w:r>
        <w:r w:rsidRPr="0025047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78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107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851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CDA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1F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28C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67E6A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DA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013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D5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E9C"/>
    <w:rsid w:val="000B5EF4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23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28D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B78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480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222"/>
    <w:rsid w:val="00112255"/>
    <w:rsid w:val="001122CD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1D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3FC6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672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3D5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68F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0D5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4E0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053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47B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5FA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3E8C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3E72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A8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2E2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07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919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0DA2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2D3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8B2"/>
    <w:rsid w:val="00324C17"/>
    <w:rsid w:val="00324FB9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544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8DF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97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62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3DF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1BF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045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01B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1D5"/>
    <w:rsid w:val="004408FF"/>
    <w:rsid w:val="004409B7"/>
    <w:rsid w:val="00440C43"/>
    <w:rsid w:val="00440C58"/>
    <w:rsid w:val="00440C99"/>
    <w:rsid w:val="00440EC2"/>
    <w:rsid w:val="0044108D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6C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779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87C85"/>
    <w:rsid w:val="004902A5"/>
    <w:rsid w:val="0049031B"/>
    <w:rsid w:val="004906BC"/>
    <w:rsid w:val="00490760"/>
    <w:rsid w:val="00490896"/>
    <w:rsid w:val="00490A37"/>
    <w:rsid w:val="00490B7D"/>
    <w:rsid w:val="00490E25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C2A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C0"/>
    <w:rsid w:val="004C5AFC"/>
    <w:rsid w:val="004C5C87"/>
    <w:rsid w:val="004C5D73"/>
    <w:rsid w:val="004C5DAB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B69"/>
    <w:rsid w:val="004D3C78"/>
    <w:rsid w:val="004D3ECD"/>
    <w:rsid w:val="004D40D7"/>
    <w:rsid w:val="004D4229"/>
    <w:rsid w:val="004D43F2"/>
    <w:rsid w:val="004D4521"/>
    <w:rsid w:val="004D4645"/>
    <w:rsid w:val="004D469A"/>
    <w:rsid w:val="004D47F2"/>
    <w:rsid w:val="004D4931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248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497"/>
    <w:rsid w:val="0054255F"/>
    <w:rsid w:val="005427CE"/>
    <w:rsid w:val="0054280F"/>
    <w:rsid w:val="00542869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1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3E3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D8B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787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C30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978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11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CB9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6F8A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7C2"/>
    <w:rsid w:val="006518E6"/>
    <w:rsid w:val="00651943"/>
    <w:rsid w:val="006519EC"/>
    <w:rsid w:val="00651A39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1EC6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CF1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CE2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8D2"/>
    <w:rsid w:val="006B2AB4"/>
    <w:rsid w:val="006B2AE6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4D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C5A"/>
    <w:rsid w:val="006E1D73"/>
    <w:rsid w:val="006E1DE6"/>
    <w:rsid w:val="006E1E80"/>
    <w:rsid w:val="006E1EAE"/>
    <w:rsid w:val="006E1FF5"/>
    <w:rsid w:val="006E1FFE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81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350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B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31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5F17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5CC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962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8F2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9C9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296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34C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8B7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72E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6E3B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58AF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B1A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4EDA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414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A5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9A3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DD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64F"/>
    <w:rsid w:val="008F5A12"/>
    <w:rsid w:val="008F5A1F"/>
    <w:rsid w:val="008F5AFA"/>
    <w:rsid w:val="008F5C9B"/>
    <w:rsid w:val="008F5DA6"/>
    <w:rsid w:val="008F620E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6E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9B8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EEB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A1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B83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80E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51C4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A7E90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4B7D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CC"/>
    <w:rsid w:val="009C70F6"/>
    <w:rsid w:val="009C73CF"/>
    <w:rsid w:val="009C7469"/>
    <w:rsid w:val="009C74AB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B7F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5AF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7CD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DF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6B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2D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47F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40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6D0C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879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842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0AB"/>
    <w:rsid w:val="00B075EC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D83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693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1"/>
    <w:rsid w:val="00B2353C"/>
    <w:rsid w:val="00B237B8"/>
    <w:rsid w:val="00B23882"/>
    <w:rsid w:val="00B23906"/>
    <w:rsid w:val="00B23A04"/>
    <w:rsid w:val="00B23B2F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0E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11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D5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C2E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18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65"/>
    <w:rsid w:val="00BA59D7"/>
    <w:rsid w:val="00BA5A47"/>
    <w:rsid w:val="00BA5B69"/>
    <w:rsid w:val="00BA5CB7"/>
    <w:rsid w:val="00BA5DAD"/>
    <w:rsid w:val="00BA5E98"/>
    <w:rsid w:val="00BA5F32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BE2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4DD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669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0AF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A5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B3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EB8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2EE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12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07B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6CC0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39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ADC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3D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5A9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297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27C"/>
    <w:rsid w:val="00D85438"/>
    <w:rsid w:val="00D85451"/>
    <w:rsid w:val="00D85560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2FC0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D60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2CF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E78"/>
    <w:rsid w:val="00E07061"/>
    <w:rsid w:val="00E070DA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33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0E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3CE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AB6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D9F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4C8C"/>
    <w:rsid w:val="00EC518B"/>
    <w:rsid w:val="00EC522A"/>
    <w:rsid w:val="00EC5432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BA4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1DE"/>
    <w:rsid w:val="00F052C7"/>
    <w:rsid w:val="00F052F2"/>
    <w:rsid w:val="00F05368"/>
    <w:rsid w:val="00F05550"/>
    <w:rsid w:val="00F05637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1EE3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2E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1CF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864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D20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98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82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7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504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C2BD9-CE35-4357-9684-F32C26D3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891</TotalTime>
  <Pages>303</Pages>
  <Words>47766</Words>
  <Characters>320933</Characters>
  <Application>Microsoft Office Word</Application>
  <DocSecurity>0</DocSecurity>
  <Lines>2674</Lines>
  <Paragraphs>735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367964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U60</cp:lastModifiedBy>
  <cp:revision>54</cp:revision>
  <cp:lastPrinted>2022-11-03T12:00:00Z</cp:lastPrinted>
  <dcterms:created xsi:type="dcterms:W3CDTF">2022-09-19T08:22:00Z</dcterms:created>
  <dcterms:modified xsi:type="dcterms:W3CDTF">2022-11-03T12:08:00Z</dcterms:modified>
</cp:coreProperties>
</file>